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ook w:val="01E0" w:firstRow="1" w:lastRow="1" w:firstColumn="1" w:lastColumn="1" w:noHBand="0" w:noVBand="0"/>
      </w:tblPr>
      <w:tblGrid>
        <w:gridCol w:w="1380"/>
        <w:gridCol w:w="3406"/>
        <w:gridCol w:w="851"/>
        <w:gridCol w:w="1599"/>
        <w:gridCol w:w="2176"/>
      </w:tblGrid>
      <w:tr w:rsidR="001851DA" w:rsidRPr="00426A3A" w14:paraId="35CB8F29" w14:textId="77777777">
        <w:tc>
          <w:tcPr>
            <w:tcW w:w="1380" w:type="dxa"/>
          </w:tcPr>
          <w:p w14:paraId="35CB8F24" w14:textId="77777777" w:rsidR="00193985" w:rsidRPr="00426A3A" w:rsidRDefault="00426A3A" w:rsidP="00C37328">
            <w:pPr>
              <w:spacing w:line="360" w:lineRule="auto"/>
              <w:rPr>
                <w:rFonts w:asciiTheme="minorHAnsi" w:hAnsiTheme="minorHAnsi" w:cstheme="minorHAnsi"/>
                <w:sz w:val="22"/>
                <w:szCs w:val="22"/>
              </w:rPr>
            </w:pPr>
            <w:r w:rsidRPr="00426A3A">
              <w:rPr>
                <w:rFonts w:asciiTheme="minorHAnsi" w:hAnsiTheme="minorHAnsi" w:cstheme="minorHAnsi"/>
                <w:sz w:val="22"/>
                <w:szCs w:val="22"/>
              </w:rPr>
              <w:tab/>
            </w:r>
          </w:p>
        </w:tc>
        <w:tc>
          <w:tcPr>
            <w:tcW w:w="3406" w:type="dxa"/>
          </w:tcPr>
          <w:p w14:paraId="35CB8F25" w14:textId="77777777" w:rsidR="00193985" w:rsidRPr="00426A3A" w:rsidRDefault="00426A3A" w:rsidP="00C37328">
            <w:pPr>
              <w:spacing w:line="360" w:lineRule="auto"/>
              <w:rPr>
                <w:rFonts w:asciiTheme="minorHAnsi" w:hAnsiTheme="minorHAnsi" w:cstheme="minorHAnsi"/>
                <w:sz w:val="22"/>
                <w:szCs w:val="22"/>
              </w:rPr>
            </w:pPr>
            <w:r w:rsidRPr="00426A3A">
              <w:rPr>
                <w:rFonts w:asciiTheme="minorHAnsi" w:hAnsiTheme="minorHAnsi" w:cstheme="minorHAnsi"/>
                <w:sz w:val="22"/>
                <w:szCs w:val="22"/>
              </w:rPr>
              <w:t xml:space="preserve"> </w:t>
            </w:r>
            <w:r w:rsidR="00995B30" w:rsidRPr="00426A3A">
              <w:rPr>
                <w:rFonts w:asciiTheme="minorHAnsi" w:hAnsiTheme="minorHAnsi" w:cstheme="minorHAnsi"/>
                <w:sz w:val="22"/>
                <w:szCs w:val="22"/>
              </w:rPr>
              <w:t>Burgemeester en Wethouders</w:t>
            </w:r>
          </w:p>
        </w:tc>
        <w:tc>
          <w:tcPr>
            <w:tcW w:w="851" w:type="dxa"/>
          </w:tcPr>
          <w:p w14:paraId="35CB8F26" w14:textId="77777777" w:rsidR="00193985" w:rsidRPr="00426A3A" w:rsidRDefault="00193985" w:rsidP="00C37328">
            <w:pPr>
              <w:spacing w:line="360" w:lineRule="auto"/>
              <w:rPr>
                <w:rFonts w:asciiTheme="minorHAnsi" w:hAnsiTheme="minorHAnsi" w:cstheme="minorHAnsi"/>
                <w:sz w:val="22"/>
                <w:szCs w:val="22"/>
              </w:rPr>
            </w:pPr>
          </w:p>
        </w:tc>
        <w:tc>
          <w:tcPr>
            <w:tcW w:w="1599" w:type="dxa"/>
          </w:tcPr>
          <w:p w14:paraId="35CB8F27" w14:textId="77777777" w:rsidR="00193985" w:rsidRPr="00426A3A" w:rsidRDefault="00426A3A" w:rsidP="00C37328">
            <w:pPr>
              <w:spacing w:line="360" w:lineRule="auto"/>
              <w:rPr>
                <w:rFonts w:asciiTheme="minorHAnsi" w:hAnsiTheme="minorHAnsi" w:cstheme="minorHAnsi"/>
                <w:sz w:val="22"/>
                <w:szCs w:val="22"/>
              </w:rPr>
            </w:pPr>
            <w:r w:rsidRPr="00426A3A">
              <w:rPr>
                <w:rFonts w:asciiTheme="minorHAnsi" w:hAnsiTheme="minorHAnsi" w:cstheme="minorHAnsi"/>
                <w:sz w:val="22"/>
                <w:szCs w:val="22"/>
              </w:rPr>
              <w:t>Leiderdorp,</w:t>
            </w:r>
          </w:p>
        </w:tc>
        <w:tc>
          <w:tcPr>
            <w:tcW w:w="2176" w:type="dxa"/>
          </w:tcPr>
          <w:p w14:paraId="35CB8F28" w14:textId="686371AC" w:rsidR="00193985" w:rsidRPr="00426A3A" w:rsidRDefault="00935798" w:rsidP="00C37328">
            <w:pPr>
              <w:spacing w:line="360" w:lineRule="auto"/>
              <w:rPr>
                <w:rFonts w:asciiTheme="minorHAnsi" w:hAnsiTheme="minorHAnsi" w:cstheme="minorHAnsi"/>
                <w:sz w:val="22"/>
                <w:szCs w:val="22"/>
              </w:rPr>
            </w:pPr>
            <w:r>
              <w:rPr>
                <w:rFonts w:asciiTheme="minorHAnsi" w:hAnsiTheme="minorHAnsi" w:cstheme="minorHAnsi"/>
                <w:sz w:val="22"/>
                <w:szCs w:val="22"/>
              </w:rPr>
              <w:t>4</w:t>
            </w:r>
            <w:r w:rsidR="005F25A5" w:rsidRPr="00426A3A">
              <w:rPr>
                <w:rFonts w:asciiTheme="minorHAnsi" w:hAnsiTheme="minorHAnsi" w:cstheme="minorHAnsi"/>
                <w:sz w:val="22"/>
                <w:szCs w:val="22"/>
              </w:rPr>
              <w:t xml:space="preserve"> december 2025</w:t>
            </w:r>
            <w:r w:rsidR="005F25A5" w:rsidRPr="00426A3A">
              <w:rPr>
                <w:rFonts w:asciiTheme="minorHAnsi" w:hAnsiTheme="minorHAnsi" w:cstheme="minorHAnsi"/>
                <w:vanish/>
                <w:sz w:val="22"/>
                <w:szCs w:val="22"/>
              </w:rPr>
              <w:t>[Document datum]</w:t>
            </w:r>
            <w:r w:rsidR="005F25A5" w:rsidRPr="00426A3A">
              <w:rPr>
                <w:rFonts w:asciiTheme="minorHAnsi" w:hAnsiTheme="minorHAnsi" w:cstheme="minorHAnsi"/>
                <w:sz w:val="22"/>
                <w:szCs w:val="22"/>
              </w:rPr>
              <w:t xml:space="preserve"> </w:t>
            </w:r>
          </w:p>
        </w:tc>
      </w:tr>
      <w:tr w:rsidR="001851DA" w:rsidRPr="00426A3A" w14:paraId="35CB8F2F" w14:textId="77777777">
        <w:tc>
          <w:tcPr>
            <w:tcW w:w="1380" w:type="dxa"/>
          </w:tcPr>
          <w:p w14:paraId="35CB8F2A" w14:textId="77777777" w:rsidR="008E5058" w:rsidRPr="00426A3A" w:rsidRDefault="008E5058" w:rsidP="00C37328">
            <w:pPr>
              <w:spacing w:line="360" w:lineRule="auto"/>
              <w:rPr>
                <w:rFonts w:asciiTheme="minorHAnsi" w:hAnsiTheme="minorHAnsi" w:cstheme="minorHAnsi"/>
                <w:sz w:val="22"/>
                <w:szCs w:val="22"/>
              </w:rPr>
            </w:pPr>
          </w:p>
        </w:tc>
        <w:tc>
          <w:tcPr>
            <w:tcW w:w="3406" w:type="dxa"/>
          </w:tcPr>
          <w:p w14:paraId="35CB8F2B" w14:textId="77777777" w:rsidR="008E5058" w:rsidRPr="00426A3A" w:rsidRDefault="008E5058" w:rsidP="00C37328">
            <w:pPr>
              <w:spacing w:line="360" w:lineRule="auto"/>
              <w:rPr>
                <w:rFonts w:asciiTheme="minorHAnsi" w:hAnsiTheme="minorHAnsi" w:cstheme="minorHAnsi"/>
                <w:sz w:val="22"/>
                <w:szCs w:val="22"/>
              </w:rPr>
            </w:pPr>
          </w:p>
        </w:tc>
        <w:tc>
          <w:tcPr>
            <w:tcW w:w="851" w:type="dxa"/>
          </w:tcPr>
          <w:p w14:paraId="35CB8F2C" w14:textId="77777777" w:rsidR="008E5058" w:rsidRPr="00426A3A" w:rsidRDefault="008E5058" w:rsidP="00C37328">
            <w:pPr>
              <w:spacing w:line="360" w:lineRule="auto"/>
              <w:rPr>
                <w:rFonts w:asciiTheme="minorHAnsi" w:hAnsiTheme="minorHAnsi" w:cstheme="minorHAnsi"/>
                <w:sz w:val="22"/>
                <w:szCs w:val="22"/>
              </w:rPr>
            </w:pPr>
          </w:p>
        </w:tc>
        <w:tc>
          <w:tcPr>
            <w:tcW w:w="1599" w:type="dxa"/>
          </w:tcPr>
          <w:p w14:paraId="35CB8F2D" w14:textId="77777777" w:rsidR="008E5058" w:rsidRPr="00426A3A" w:rsidRDefault="008E5058" w:rsidP="00C37328">
            <w:pPr>
              <w:spacing w:line="360" w:lineRule="auto"/>
              <w:rPr>
                <w:rFonts w:asciiTheme="minorHAnsi" w:hAnsiTheme="minorHAnsi" w:cstheme="minorHAnsi"/>
                <w:sz w:val="22"/>
                <w:szCs w:val="22"/>
              </w:rPr>
            </w:pPr>
          </w:p>
        </w:tc>
        <w:tc>
          <w:tcPr>
            <w:tcW w:w="2176" w:type="dxa"/>
          </w:tcPr>
          <w:p w14:paraId="35CB8F2E" w14:textId="77777777" w:rsidR="008E5058" w:rsidRPr="00426A3A" w:rsidRDefault="008E5058" w:rsidP="00C37328">
            <w:pPr>
              <w:spacing w:line="360" w:lineRule="auto"/>
              <w:rPr>
                <w:rFonts w:asciiTheme="minorHAnsi" w:hAnsiTheme="minorHAnsi" w:cstheme="minorHAnsi"/>
                <w:sz w:val="22"/>
                <w:szCs w:val="22"/>
              </w:rPr>
            </w:pPr>
          </w:p>
        </w:tc>
      </w:tr>
      <w:tr w:rsidR="001851DA" w:rsidRPr="00426A3A" w14:paraId="35CB8F35" w14:textId="77777777">
        <w:tc>
          <w:tcPr>
            <w:tcW w:w="1380" w:type="dxa"/>
          </w:tcPr>
          <w:p w14:paraId="35CB8F30" w14:textId="77777777" w:rsidR="00193985" w:rsidRPr="00426A3A" w:rsidRDefault="00426A3A" w:rsidP="00C37328">
            <w:pPr>
              <w:spacing w:line="360" w:lineRule="auto"/>
              <w:rPr>
                <w:rFonts w:asciiTheme="minorHAnsi" w:hAnsiTheme="minorHAnsi" w:cstheme="minorHAnsi"/>
                <w:sz w:val="22"/>
                <w:szCs w:val="22"/>
              </w:rPr>
            </w:pPr>
            <w:r w:rsidRPr="00426A3A">
              <w:rPr>
                <w:rFonts w:asciiTheme="minorHAnsi" w:hAnsiTheme="minorHAnsi" w:cstheme="minorHAnsi"/>
                <w:sz w:val="22"/>
                <w:szCs w:val="22"/>
              </w:rPr>
              <w:t>Onderwerp:</w:t>
            </w:r>
          </w:p>
        </w:tc>
        <w:tc>
          <w:tcPr>
            <w:tcW w:w="3406" w:type="dxa"/>
          </w:tcPr>
          <w:p w14:paraId="35CB8F31" w14:textId="65C4C185" w:rsidR="00193985" w:rsidRPr="00426A3A" w:rsidRDefault="00426A3A" w:rsidP="001E5B37">
            <w:pPr>
              <w:spacing w:line="360" w:lineRule="auto"/>
              <w:rPr>
                <w:rFonts w:asciiTheme="minorHAnsi" w:hAnsiTheme="minorHAnsi" w:cstheme="minorHAnsi"/>
                <w:sz w:val="22"/>
                <w:szCs w:val="22"/>
              </w:rPr>
            </w:pPr>
            <w:r w:rsidRPr="00426A3A">
              <w:rPr>
                <w:rFonts w:asciiTheme="minorHAnsi" w:hAnsiTheme="minorHAnsi" w:cstheme="minorHAnsi"/>
                <w:sz w:val="22"/>
                <w:szCs w:val="22"/>
              </w:rPr>
              <w:t xml:space="preserve"> </w:t>
            </w:r>
            <w:r w:rsidR="00995B30" w:rsidRPr="00426A3A">
              <w:rPr>
                <w:rFonts w:asciiTheme="minorHAnsi" w:hAnsiTheme="minorHAnsi" w:cstheme="minorHAnsi"/>
                <w:sz w:val="22"/>
                <w:szCs w:val="22"/>
              </w:rPr>
              <w:t xml:space="preserve">Vestiging gemeentelijk voorkeursrecht Bospoort - Beschikking art. 9.1 </w:t>
            </w:r>
            <w:r w:rsidR="00A03D1B">
              <w:rPr>
                <w:rFonts w:asciiTheme="minorHAnsi" w:hAnsiTheme="minorHAnsi" w:cstheme="minorHAnsi"/>
                <w:sz w:val="22"/>
                <w:szCs w:val="22"/>
              </w:rPr>
              <w:t>eerste lid onder c</w:t>
            </w:r>
            <w:r w:rsidR="00995B30" w:rsidRPr="00426A3A">
              <w:rPr>
                <w:rFonts w:asciiTheme="minorHAnsi" w:hAnsiTheme="minorHAnsi" w:cstheme="minorHAnsi"/>
                <w:sz w:val="22"/>
                <w:szCs w:val="22"/>
              </w:rPr>
              <w:t xml:space="preserve"> </w:t>
            </w:r>
            <w:r>
              <w:rPr>
                <w:rFonts w:asciiTheme="minorHAnsi" w:hAnsiTheme="minorHAnsi" w:cstheme="minorHAnsi"/>
                <w:sz w:val="22"/>
                <w:szCs w:val="22"/>
              </w:rPr>
              <w:t>– ONTWERP BESCHIKKING VAN DE RAAD</w:t>
            </w:r>
          </w:p>
        </w:tc>
        <w:tc>
          <w:tcPr>
            <w:tcW w:w="851" w:type="dxa"/>
          </w:tcPr>
          <w:p w14:paraId="35CB8F32" w14:textId="77777777" w:rsidR="00193985" w:rsidRPr="00426A3A" w:rsidRDefault="00193985" w:rsidP="00C37328">
            <w:pPr>
              <w:spacing w:line="360" w:lineRule="auto"/>
              <w:rPr>
                <w:rFonts w:asciiTheme="minorHAnsi" w:hAnsiTheme="minorHAnsi" w:cstheme="minorHAnsi"/>
                <w:sz w:val="22"/>
                <w:szCs w:val="22"/>
              </w:rPr>
            </w:pPr>
          </w:p>
        </w:tc>
        <w:tc>
          <w:tcPr>
            <w:tcW w:w="1599" w:type="dxa"/>
          </w:tcPr>
          <w:p w14:paraId="35CB8F33" w14:textId="77777777" w:rsidR="00193985" w:rsidRPr="00426A3A" w:rsidRDefault="00193985" w:rsidP="00C37328">
            <w:pPr>
              <w:spacing w:line="360" w:lineRule="auto"/>
              <w:rPr>
                <w:rFonts w:asciiTheme="minorHAnsi" w:hAnsiTheme="minorHAnsi" w:cstheme="minorHAnsi"/>
                <w:sz w:val="22"/>
                <w:szCs w:val="22"/>
              </w:rPr>
            </w:pPr>
          </w:p>
        </w:tc>
        <w:tc>
          <w:tcPr>
            <w:tcW w:w="2176" w:type="dxa"/>
          </w:tcPr>
          <w:p w14:paraId="35CB8F34" w14:textId="77777777" w:rsidR="00193985" w:rsidRPr="00426A3A" w:rsidRDefault="00193985" w:rsidP="00C37328">
            <w:pPr>
              <w:spacing w:line="360" w:lineRule="auto"/>
              <w:rPr>
                <w:rFonts w:asciiTheme="minorHAnsi" w:hAnsiTheme="minorHAnsi" w:cstheme="minorHAnsi"/>
                <w:sz w:val="22"/>
                <w:szCs w:val="22"/>
              </w:rPr>
            </w:pPr>
          </w:p>
        </w:tc>
      </w:tr>
    </w:tbl>
    <w:tbl>
      <w:tblPr>
        <w:tblStyle w:val="Tabelraster"/>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12"/>
        <w:gridCol w:w="2835"/>
      </w:tblGrid>
      <w:tr w:rsidR="001851DA" w:rsidRPr="00426A3A" w14:paraId="35CB8F3A" w14:textId="77777777">
        <w:tc>
          <w:tcPr>
            <w:tcW w:w="6912" w:type="dxa"/>
          </w:tcPr>
          <w:p w14:paraId="35CB8F37" w14:textId="77777777" w:rsidR="005F25A5" w:rsidRPr="00426A3A" w:rsidRDefault="005F25A5" w:rsidP="00426A3A">
            <w:pPr>
              <w:spacing w:line="360" w:lineRule="auto"/>
              <w:rPr>
                <w:rFonts w:asciiTheme="minorHAnsi" w:hAnsiTheme="minorHAnsi" w:cstheme="minorHAnsi"/>
                <w:sz w:val="22"/>
                <w:szCs w:val="22"/>
              </w:rPr>
            </w:pPr>
          </w:p>
        </w:tc>
        <w:tc>
          <w:tcPr>
            <w:tcW w:w="2835" w:type="dxa"/>
          </w:tcPr>
          <w:p w14:paraId="35CB8F38" w14:textId="77777777" w:rsidR="00F717CE" w:rsidRPr="00426A3A" w:rsidRDefault="00426A3A" w:rsidP="00F717CE">
            <w:pPr>
              <w:rPr>
                <w:rFonts w:asciiTheme="minorHAnsi" w:hAnsiTheme="minorHAnsi" w:cstheme="minorHAnsi"/>
                <w:sz w:val="22"/>
                <w:szCs w:val="22"/>
              </w:rPr>
            </w:pPr>
            <w:r w:rsidRPr="00426A3A">
              <w:rPr>
                <w:rFonts w:asciiTheme="minorHAnsi" w:hAnsiTheme="minorHAnsi" w:cstheme="minorHAnsi"/>
                <w:sz w:val="22"/>
                <w:szCs w:val="22"/>
              </w:rPr>
              <w:t>*Z258DB6F793*</w:t>
            </w:r>
          </w:p>
          <w:p w14:paraId="35CB8F39" w14:textId="77777777" w:rsidR="00F7015D" w:rsidRPr="00426A3A" w:rsidRDefault="00F7015D" w:rsidP="00F717CE">
            <w:pPr>
              <w:rPr>
                <w:rFonts w:asciiTheme="minorHAnsi" w:hAnsiTheme="minorHAnsi" w:cstheme="minorHAnsi"/>
                <w:sz w:val="22"/>
                <w:szCs w:val="22"/>
              </w:rPr>
            </w:pPr>
          </w:p>
        </w:tc>
      </w:tr>
    </w:tbl>
    <w:p w14:paraId="35CB8F3B" w14:textId="77777777" w:rsidR="00193985" w:rsidRPr="00426A3A" w:rsidRDefault="00426A3A">
      <w:pPr>
        <w:spacing w:line="480" w:lineRule="auto"/>
        <w:rPr>
          <w:rFonts w:asciiTheme="minorHAnsi" w:hAnsiTheme="minorHAnsi" w:cstheme="minorHAnsi"/>
          <w:sz w:val="22"/>
          <w:szCs w:val="22"/>
        </w:rPr>
      </w:pPr>
      <w:r w:rsidRPr="00426A3A">
        <w:rPr>
          <w:rFonts w:asciiTheme="minorHAnsi" w:hAnsiTheme="minorHAnsi" w:cstheme="minorHAnsi"/>
          <w:sz w:val="22"/>
          <w:szCs w:val="22"/>
        </w:rPr>
        <w:t xml:space="preserve">De raad </w:t>
      </w:r>
      <w:r w:rsidR="00872C8A" w:rsidRPr="00426A3A">
        <w:rPr>
          <w:rFonts w:asciiTheme="minorHAnsi" w:hAnsiTheme="minorHAnsi" w:cstheme="minorHAnsi"/>
          <w:sz w:val="22"/>
          <w:szCs w:val="22"/>
        </w:rPr>
        <w:t>van de</w:t>
      </w:r>
      <w:r w:rsidRPr="00426A3A">
        <w:rPr>
          <w:rFonts w:asciiTheme="minorHAnsi" w:hAnsiTheme="minorHAnsi" w:cstheme="minorHAnsi"/>
          <w:sz w:val="22"/>
          <w:szCs w:val="22"/>
        </w:rPr>
        <w:t xml:space="preserve"> gemeente Leiderdorp;</w:t>
      </w:r>
    </w:p>
    <w:p w14:paraId="35CB8F3C" w14:textId="77777777" w:rsidR="00193985" w:rsidRPr="00426A3A" w:rsidRDefault="00426A3A">
      <w:pPr>
        <w:spacing w:line="480" w:lineRule="auto"/>
        <w:rPr>
          <w:rFonts w:asciiTheme="minorHAnsi" w:hAnsiTheme="minorHAnsi" w:cstheme="minorHAnsi"/>
          <w:sz w:val="22"/>
          <w:szCs w:val="22"/>
        </w:rPr>
      </w:pPr>
      <w:r w:rsidRPr="00426A3A">
        <w:rPr>
          <w:rFonts w:asciiTheme="minorHAnsi" w:hAnsiTheme="minorHAnsi" w:cstheme="minorHAnsi"/>
          <w:sz w:val="22"/>
          <w:szCs w:val="22"/>
        </w:rPr>
        <w:t xml:space="preserve">gelezen het voorstel van </w:t>
      </w:r>
      <w:r w:rsidRPr="00426A3A">
        <w:rPr>
          <w:rFonts w:asciiTheme="minorHAnsi" w:hAnsiTheme="minorHAnsi" w:cstheme="minorHAnsi"/>
          <w:sz w:val="22"/>
          <w:szCs w:val="22"/>
        </w:rPr>
        <w:fldChar w:fldCharType="begin"/>
      </w:r>
      <w:r w:rsidRPr="00426A3A">
        <w:rPr>
          <w:rFonts w:asciiTheme="minorHAnsi" w:hAnsiTheme="minorHAnsi" w:cstheme="minorHAnsi"/>
          <w:sz w:val="22"/>
          <w:szCs w:val="22"/>
        </w:rPr>
        <w:instrText xml:space="preserve"> MACROBUTTON  NoMacro </w:instrText>
      </w:r>
      <w:r w:rsidRPr="00426A3A">
        <w:rPr>
          <w:rFonts w:asciiTheme="minorHAnsi" w:hAnsiTheme="minorHAnsi" w:cstheme="minorHAnsi"/>
          <w:sz w:val="22"/>
          <w:szCs w:val="22"/>
        </w:rPr>
        <w:fldChar w:fldCharType="end"/>
      </w:r>
      <w:r w:rsidRPr="00426A3A">
        <w:rPr>
          <w:rFonts w:asciiTheme="minorHAnsi" w:hAnsiTheme="minorHAnsi" w:cstheme="minorHAnsi"/>
          <w:sz w:val="22"/>
          <w:szCs w:val="22"/>
        </w:rPr>
        <w:t xml:space="preserve">, nr. </w:t>
      </w:r>
      <w:r w:rsidRPr="00426A3A">
        <w:rPr>
          <w:rFonts w:asciiTheme="minorHAnsi" w:hAnsiTheme="minorHAnsi" w:cstheme="minorHAnsi"/>
          <w:sz w:val="22"/>
          <w:szCs w:val="22"/>
          <w:highlight w:val="yellow"/>
        </w:rPr>
        <w:fldChar w:fldCharType="begin"/>
      </w:r>
      <w:r w:rsidRPr="00426A3A">
        <w:rPr>
          <w:rFonts w:asciiTheme="minorHAnsi" w:hAnsiTheme="minorHAnsi" w:cstheme="minorHAnsi"/>
          <w:sz w:val="22"/>
          <w:szCs w:val="22"/>
          <w:highlight w:val="yellow"/>
        </w:rPr>
        <w:instrText xml:space="preserve"> MACROBUTTON  NoMacro "nummer en datum voorstel" </w:instrText>
      </w:r>
      <w:r w:rsidRPr="00426A3A">
        <w:rPr>
          <w:rFonts w:asciiTheme="minorHAnsi" w:hAnsiTheme="minorHAnsi" w:cstheme="minorHAnsi"/>
          <w:sz w:val="22"/>
          <w:szCs w:val="22"/>
          <w:highlight w:val="yellow"/>
        </w:rPr>
        <w:fldChar w:fldCharType="end"/>
      </w:r>
      <w:r w:rsidRPr="00426A3A">
        <w:rPr>
          <w:rFonts w:asciiTheme="minorHAnsi" w:hAnsiTheme="minorHAnsi" w:cstheme="minorHAnsi"/>
          <w:sz w:val="22"/>
          <w:szCs w:val="22"/>
        </w:rPr>
        <w:t>;</w:t>
      </w:r>
    </w:p>
    <w:p w14:paraId="35CB8F3D" w14:textId="77777777" w:rsidR="00193985" w:rsidRPr="00426A3A" w:rsidRDefault="00426A3A">
      <w:pPr>
        <w:spacing w:line="480" w:lineRule="auto"/>
        <w:rPr>
          <w:rFonts w:asciiTheme="minorHAnsi" w:hAnsiTheme="minorHAnsi" w:cstheme="minorHAnsi"/>
          <w:sz w:val="22"/>
          <w:szCs w:val="22"/>
        </w:rPr>
      </w:pPr>
      <w:r w:rsidRPr="00426A3A">
        <w:rPr>
          <w:rFonts w:asciiTheme="minorHAnsi" w:hAnsiTheme="minorHAnsi" w:cstheme="minorHAnsi"/>
          <w:sz w:val="22"/>
          <w:szCs w:val="22"/>
        </w:rPr>
        <w:t>gezien het advies van</w:t>
      </w:r>
      <w:r w:rsidR="006C272E" w:rsidRPr="00426A3A">
        <w:rPr>
          <w:rFonts w:asciiTheme="minorHAnsi" w:hAnsiTheme="minorHAnsi" w:cstheme="minorHAnsi"/>
          <w:sz w:val="22"/>
          <w:szCs w:val="22"/>
        </w:rPr>
        <w:t xml:space="preserve"> het Politiek Forum </w:t>
      </w:r>
      <w:r w:rsidRPr="00426A3A">
        <w:rPr>
          <w:rFonts w:asciiTheme="minorHAnsi" w:hAnsiTheme="minorHAnsi" w:cstheme="minorHAnsi"/>
          <w:sz w:val="22"/>
          <w:szCs w:val="22"/>
        </w:rPr>
        <w:t xml:space="preserve"> van </w:t>
      </w:r>
      <w:r w:rsidR="006C272E" w:rsidRPr="00426A3A">
        <w:rPr>
          <w:rFonts w:asciiTheme="minorHAnsi" w:hAnsiTheme="minorHAnsi" w:cstheme="minorHAnsi"/>
          <w:sz w:val="22"/>
          <w:szCs w:val="22"/>
        </w:rPr>
        <w:t>“datum vergadering Politiek Forum”</w:t>
      </w:r>
      <w:r w:rsidRPr="00426A3A">
        <w:rPr>
          <w:rFonts w:asciiTheme="minorHAnsi" w:hAnsiTheme="minorHAnsi" w:cstheme="minorHAnsi"/>
          <w:sz w:val="22"/>
          <w:szCs w:val="22"/>
        </w:rPr>
        <w:t>;</w:t>
      </w:r>
    </w:p>
    <w:p w14:paraId="35CB8F3E" w14:textId="3DA1AA6D" w:rsidR="00193985" w:rsidRPr="00426A3A" w:rsidRDefault="00426A3A">
      <w:pPr>
        <w:spacing w:line="480" w:lineRule="auto"/>
        <w:rPr>
          <w:rFonts w:ascii="Calibri" w:hAnsi="Calibri" w:cs="Arial"/>
          <w:sz w:val="22"/>
          <w:szCs w:val="22"/>
        </w:rPr>
      </w:pPr>
      <w:r w:rsidRPr="00426A3A">
        <w:rPr>
          <w:rFonts w:asciiTheme="minorHAnsi" w:hAnsiTheme="minorHAnsi" w:cstheme="minorHAnsi"/>
          <w:sz w:val="22"/>
          <w:szCs w:val="22"/>
        </w:rPr>
        <w:t>gelet op het bepaalde in artikel</w:t>
      </w:r>
      <w:r>
        <w:rPr>
          <w:rFonts w:asciiTheme="minorHAnsi" w:hAnsiTheme="minorHAnsi" w:cstheme="minorHAnsi"/>
          <w:sz w:val="22"/>
          <w:szCs w:val="22"/>
        </w:rPr>
        <w:t xml:space="preserve"> </w:t>
      </w:r>
      <w:r w:rsidRPr="00C27437">
        <w:rPr>
          <w:rFonts w:ascii="Calibri" w:hAnsi="Calibri" w:cs="Arial"/>
          <w:sz w:val="22"/>
          <w:szCs w:val="22"/>
        </w:rPr>
        <w:t>9.1, eerste lid, onder c</w:t>
      </w:r>
      <w:r>
        <w:rPr>
          <w:rFonts w:ascii="Calibri" w:hAnsi="Calibri" w:cs="Arial"/>
          <w:sz w:val="22"/>
          <w:szCs w:val="22"/>
        </w:rPr>
        <w:t xml:space="preserve"> van de Omgevingswet</w:t>
      </w:r>
    </w:p>
    <w:p w14:paraId="35CB8F40" w14:textId="62185528" w:rsidR="00193985" w:rsidRPr="00A03D1B" w:rsidRDefault="00426A3A" w:rsidP="00426A3A">
      <w:pPr>
        <w:spacing w:line="480" w:lineRule="auto"/>
        <w:jc w:val="center"/>
        <w:rPr>
          <w:rFonts w:asciiTheme="minorHAnsi" w:hAnsiTheme="minorHAnsi" w:cstheme="minorHAnsi"/>
          <w:b/>
          <w:sz w:val="28"/>
          <w:szCs w:val="28"/>
          <w:lang w:val="it-IT"/>
        </w:rPr>
      </w:pPr>
      <w:r w:rsidRPr="00A03D1B">
        <w:rPr>
          <w:rFonts w:asciiTheme="minorHAnsi" w:hAnsiTheme="minorHAnsi" w:cstheme="minorHAnsi"/>
          <w:b/>
          <w:sz w:val="28"/>
          <w:szCs w:val="28"/>
          <w:lang w:val="it-IT"/>
        </w:rPr>
        <w:t>o n t w e r p - b e s l u i t:</w:t>
      </w:r>
    </w:p>
    <w:p w14:paraId="7CE0B0B5" w14:textId="77777777" w:rsidR="00426A3A" w:rsidRPr="00426A3A" w:rsidRDefault="00426A3A" w:rsidP="00426A3A">
      <w:pPr>
        <w:numPr>
          <w:ilvl w:val="0"/>
          <w:numId w:val="10"/>
        </w:numPr>
        <w:spacing w:line="276" w:lineRule="auto"/>
        <w:contextualSpacing/>
        <w:rPr>
          <w:rFonts w:asciiTheme="minorHAnsi" w:eastAsia="Calibri" w:hAnsiTheme="minorHAnsi" w:cstheme="minorHAnsi"/>
          <w:sz w:val="22"/>
          <w:szCs w:val="22"/>
        </w:rPr>
      </w:pPr>
      <w:r w:rsidRPr="00426A3A">
        <w:rPr>
          <w:rFonts w:asciiTheme="minorHAnsi" w:eastAsia="Calibri" w:hAnsiTheme="minorHAnsi" w:cstheme="minorHAnsi"/>
          <w:sz w:val="22"/>
          <w:szCs w:val="22"/>
        </w:rPr>
        <w:t>Kennis te nemen van de beschikking van het college van burgemeester en wethouders van 4 december 2025 tot vestiging van het voorkeursrecht op de locatie Bospoort.</w:t>
      </w:r>
    </w:p>
    <w:p w14:paraId="52E7F7C1" w14:textId="1B240558" w:rsidR="00426A3A" w:rsidRPr="00426A3A" w:rsidRDefault="00426A3A" w:rsidP="00426A3A">
      <w:pPr>
        <w:numPr>
          <w:ilvl w:val="0"/>
          <w:numId w:val="10"/>
        </w:numPr>
        <w:rPr>
          <w:rFonts w:asciiTheme="minorHAnsi" w:eastAsia="Calibri" w:hAnsiTheme="minorHAnsi" w:cstheme="minorHAnsi"/>
          <w:sz w:val="22"/>
          <w:szCs w:val="22"/>
        </w:rPr>
      </w:pPr>
      <w:r w:rsidRPr="00426A3A">
        <w:rPr>
          <w:rFonts w:asciiTheme="minorHAnsi" w:eastAsia="Calibri" w:hAnsiTheme="minorHAnsi" w:cstheme="minorHAnsi"/>
          <w:sz w:val="22"/>
          <w:szCs w:val="22"/>
        </w:rPr>
        <w:t xml:space="preserve">Toepassing te geven aan Hoofdstuk 9 van de Omgevingswet (‘Ow’) door op basis van artikel 9.1, </w:t>
      </w:r>
      <w:r>
        <w:rPr>
          <w:rFonts w:asciiTheme="minorHAnsi" w:eastAsia="Calibri" w:hAnsiTheme="minorHAnsi" w:cstheme="minorHAnsi"/>
          <w:sz w:val="22"/>
          <w:szCs w:val="22"/>
        </w:rPr>
        <w:t>eerste lid onder c</w:t>
      </w:r>
      <w:r w:rsidRPr="00426A3A">
        <w:rPr>
          <w:rFonts w:asciiTheme="minorHAnsi" w:eastAsia="Calibri" w:hAnsiTheme="minorHAnsi" w:cstheme="minorHAnsi"/>
          <w:sz w:val="22"/>
          <w:szCs w:val="22"/>
        </w:rPr>
        <w:t>, van die wet een voorkeursrecht te vestigen op de percelen zoals aangegeven op de bij deze beschikking behorende en als zodanig gewaarmerkte kadastrale tekening met kenmerk 251203_Bospoortlocatie_Kadastrale gemeente Leiderdorp (bijlage 2) en op de perceelslijst met kenmerk 251203_Bospoortlocatie_Kadastrale gemeente Leiderdorp (bijlage 1), waarop zijn vermeld de bij de vestiging betrokken percelen, hun grootte, de omschrijving van de functie van het perceel, alsmede de namen van de eigenaren en (indien van toepassing) van de rechthebbenden op de daarop rustende beperkte rechten, één en ander naar de stand van de openbare registers van het Kadaster per 3 december 2025.</w:t>
      </w:r>
    </w:p>
    <w:p w14:paraId="28188573" w14:textId="77777777" w:rsidR="00426A3A" w:rsidRPr="00426A3A" w:rsidRDefault="00426A3A" w:rsidP="00426A3A">
      <w:pPr>
        <w:numPr>
          <w:ilvl w:val="0"/>
          <w:numId w:val="10"/>
        </w:numPr>
        <w:rPr>
          <w:rFonts w:asciiTheme="minorHAnsi" w:eastAsia="Calibri" w:hAnsiTheme="minorHAnsi" w:cstheme="minorHAnsi"/>
          <w:sz w:val="22"/>
          <w:szCs w:val="22"/>
        </w:rPr>
      </w:pPr>
      <w:r w:rsidRPr="00426A3A">
        <w:rPr>
          <w:rFonts w:asciiTheme="minorHAnsi" w:eastAsia="Calibri" w:hAnsiTheme="minorHAnsi" w:cstheme="minorHAnsi"/>
          <w:sz w:val="22"/>
          <w:szCs w:val="22"/>
        </w:rPr>
        <w:t>Vast te stellen dat de percelen in de afgelopen twee jaar niet bij een eerdere vestiging van een voorkeursrecht ingevolge artikel 5 Wet voorkeursrecht gemeenten dan wel artikel 9.1, eerste lid, onder c van de Ow betrokken zijn geweest.</w:t>
      </w:r>
    </w:p>
    <w:p w14:paraId="4FC45A8D" w14:textId="77777777" w:rsidR="00426A3A" w:rsidRPr="00426A3A" w:rsidRDefault="00426A3A" w:rsidP="00426A3A">
      <w:pPr>
        <w:numPr>
          <w:ilvl w:val="0"/>
          <w:numId w:val="10"/>
        </w:numPr>
        <w:spacing w:line="276" w:lineRule="auto"/>
        <w:contextualSpacing/>
        <w:rPr>
          <w:rFonts w:asciiTheme="minorHAnsi" w:eastAsia="Calibri" w:hAnsiTheme="minorHAnsi" w:cstheme="minorHAnsi"/>
          <w:sz w:val="22"/>
          <w:szCs w:val="22"/>
        </w:rPr>
      </w:pPr>
      <w:r w:rsidRPr="00426A3A">
        <w:rPr>
          <w:rFonts w:asciiTheme="minorHAnsi" w:eastAsia="Calibri" w:hAnsiTheme="minorHAnsi" w:cstheme="minorHAnsi"/>
          <w:sz w:val="22"/>
          <w:szCs w:val="22"/>
        </w:rPr>
        <w:t xml:space="preserve">Vast te stellen dat dit voorkeursrecht van rechtswege vervalt drie jaar na het ingaan   </w:t>
      </w:r>
      <w:r w:rsidRPr="00426A3A">
        <w:rPr>
          <w:rFonts w:asciiTheme="minorHAnsi" w:eastAsia="Calibri" w:hAnsiTheme="minorHAnsi" w:cstheme="minorHAnsi"/>
          <w:sz w:val="22"/>
          <w:szCs w:val="22"/>
        </w:rPr>
        <w:br/>
        <w:t xml:space="preserve">ervan, tenzij voor dat tijdstip de functie waarvoor het voorkeursrecht is gevestigd,  </w:t>
      </w:r>
      <w:r w:rsidRPr="00426A3A">
        <w:rPr>
          <w:rFonts w:asciiTheme="minorHAnsi" w:eastAsia="Calibri" w:hAnsiTheme="minorHAnsi" w:cstheme="minorHAnsi"/>
          <w:sz w:val="22"/>
          <w:szCs w:val="22"/>
        </w:rPr>
        <w:br/>
        <w:t>is toegedacht in een omgevingsvisie of een programma of is toegedeeld in het omgevingsplan.</w:t>
      </w:r>
    </w:p>
    <w:p w14:paraId="3AD2C1E4" w14:textId="77777777" w:rsidR="00426A3A" w:rsidRPr="00426A3A" w:rsidRDefault="00426A3A" w:rsidP="00426A3A">
      <w:pPr>
        <w:numPr>
          <w:ilvl w:val="0"/>
          <w:numId w:val="10"/>
        </w:numPr>
        <w:rPr>
          <w:rFonts w:asciiTheme="minorHAnsi" w:eastAsia="Calibri" w:hAnsiTheme="minorHAnsi" w:cstheme="minorHAnsi"/>
          <w:sz w:val="22"/>
          <w:szCs w:val="22"/>
        </w:rPr>
      </w:pPr>
      <w:r w:rsidRPr="00426A3A">
        <w:rPr>
          <w:rFonts w:asciiTheme="minorHAnsi" w:eastAsia="Calibri" w:hAnsiTheme="minorHAnsi" w:cstheme="minorHAnsi"/>
          <w:sz w:val="22"/>
          <w:szCs w:val="22"/>
        </w:rPr>
        <w:t xml:space="preserve">Deze voorkeursrechtbeschikking, binnen vier dagen na bekendmaking daarvan door toezending ervan aan de belanghebbenden, te doen inschrijven in de openbare registers, opdat het voorkeursrecht ingaat. </w:t>
      </w:r>
    </w:p>
    <w:p w14:paraId="42652C88" w14:textId="77777777" w:rsidR="00426A3A" w:rsidRPr="00426A3A" w:rsidRDefault="00426A3A" w:rsidP="00426A3A">
      <w:pPr>
        <w:numPr>
          <w:ilvl w:val="0"/>
          <w:numId w:val="10"/>
        </w:numPr>
        <w:spacing w:line="276" w:lineRule="auto"/>
        <w:contextualSpacing/>
        <w:rPr>
          <w:rFonts w:asciiTheme="minorHAnsi" w:eastAsia="Calibri" w:hAnsiTheme="minorHAnsi" w:cstheme="minorHAnsi"/>
          <w:sz w:val="22"/>
          <w:szCs w:val="22"/>
        </w:rPr>
      </w:pPr>
      <w:r w:rsidRPr="00426A3A">
        <w:rPr>
          <w:rFonts w:asciiTheme="minorHAnsi" w:eastAsia="Calibri" w:hAnsiTheme="minorHAnsi" w:cstheme="minorHAnsi"/>
          <w:sz w:val="22"/>
          <w:szCs w:val="22"/>
        </w:rPr>
        <w:lastRenderedPageBreak/>
        <w:t>De voorkeursrechtbeschikking tezamen met de daarop betrekking hebbende stukken op het gemeentehuis en op elektronische wijze ter inzage te (laten) leggen en van de terinzagelegging kennis te geven in het Gemeenteblad, opdat wordt voldaan aan het bepaalde in de artikelen 12 en 13 van de Bekendmakingswet.</w:t>
      </w:r>
    </w:p>
    <w:p w14:paraId="3E6A3C0B" w14:textId="77777777" w:rsidR="00426A3A" w:rsidRPr="00426A3A" w:rsidRDefault="00426A3A" w:rsidP="00426A3A">
      <w:pPr>
        <w:numPr>
          <w:ilvl w:val="0"/>
          <w:numId w:val="10"/>
        </w:numPr>
        <w:spacing w:line="276" w:lineRule="auto"/>
        <w:contextualSpacing/>
        <w:rPr>
          <w:rFonts w:asciiTheme="minorHAnsi" w:eastAsia="Calibri" w:hAnsiTheme="minorHAnsi" w:cstheme="minorHAnsi"/>
          <w:sz w:val="22"/>
          <w:szCs w:val="22"/>
        </w:rPr>
      </w:pPr>
      <w:r w:rsidRPr="00426A3A">
        <w:rPr>
          <w:rFonts w:asciiTheme="minorHAnsi" w:eastAsia="Calibri" w:hAnsiTheme="minorHAnsi" w:cstheme="minorHAnsi"/>
          <w:sz w:val="22"/>
          <w:szCs w:val="22"/>
        </w:rPr>
        <w:t>Op de ontwerp-voorkeursrechtbeschikking van de raad zijn geen zienswijzen ingediend. Er bestaat geen aanleiding om het ontwerp-raadsvoorstel en/of het ontwerp-raadsbesluit aan te passen.</w:t>
      </w:r>
      <w:bookmarkStart w:id="0" w:name="beslispunt"/>
      <w:bookmarkEnd w:id="0"/>
      <w:r w:rsidRPr="00426A3A">
        <w:rPr>
          <w:rFonts w:asciiTheme="minorHAnsi" w:eastAsia="Calibri" w:hAnsiTheme="minorHAnsi" w:cstheme="minorHAnsi"/>
          <w:sz w:val="22"/>
          <w:szCs w:val="22"/>
        </w:rPr>
        <w:t xml:space="preserve"> </w:t>
      </w:r>
      <w:r w:rsidRPr="00426A3A">
        <w:rPr>
          <w:rFonts w:asciiTheme="minorHAnsi" w:eastAsia="Calibri" w:hAnsiTheme="minorHAnsi" w:cstheme="minorHAnsi"/>
          <w:color w:val="FF0000"/>
          <w:sz w:val="22"/>
          <w:szCs w:val="22"/>
        </w:rPr>
        <w:t>[deze bepaling wordt aangepast als er zienswijzen worden ingediend]</w:t>
      </w:r>
    </w:p>
    <w:p w14:paraId="0C8E3549" w14:textId="77777777" w:rsidR="00426A3A" w:rsidRPr="00426A3A" w:rsidRDefault="00426A3A" w:rsidP="00426A3A">
      <w:pPr>
        <w:numPr>
          <w:ilvl w:val="0"/>
          <w:numId w:val="10"/>
        </w:numPr>
        <w:spacing w:line="276" w:lineRule="auto"/>
        <w:contextualSpacing/>
        <w:rPr>
          <w:rFonts w:asciiTheme="minorHAnsi" w:eastAsia="Calibri" w:hAnsiTheme="minorHAnsi" w:cstheme="minorHAnsi"/>
          <w:sz w:val="22"/>
          <w:szCs w:val="22"/>
        </w:rPr>
      </w:pPr>
      <w:r w:rsidRPr="00426A3A">
        <w:rPr>
          <w:rFonts w:asciiTheme="minorHAnsi" w:eastAsia="Calibri" w:hAnsiTheme="minorHAnsi" w:cstheme="minorHAnsi"/>
          <w:sz w:val="22"/>
          <w:szCs w:val="22"/>
        </w:rPr>
        <w:t xml:space="preserve">Bijgaande Nota beantwoording zienswijzen vast te stellen. </w:t>
      </w:r>
    </w:p>
    <w:p w14:paraId="469EE957" w14:textId="77777777" w:rsidR="00426A3A" w:rsidRPr="00426A3A" w:rsidRDefault="00426A3A" w:rsidP="00426A3A">
      <w:pPr>
        <w:spacing w:line="276" w:lineRule="auto"/>
        <w:ind w:left="720"/>
        <w:contextualSpacing/>
        <w:rPr>
          <w:rFonts w:asciiTheme="minorHAnsi" w:eastAsia="Calibri" w:hAnsiTheme="minorHAnsi" w:cstheme="minorHAnsi"/>
          <w:color w:val="FF0000"/>
          <w:sz w:val="22"/>
          <w:szCs w:val="22"/>
        </w:rPr>
      </w:pPr>
      <w:r w:rsidRPr="00426A3A">
        <w:rPr>
          <w:rFonts w:asciiTheme="minorHAnsi" w:eastAsia="Calibri" w:hAnsiTheme="minorHAnsi" w:cstheme="minorHAnsi"/>
          <w:color w:val="FF0000"/>
          <w:sz w:val="22"/>
          <w:szCs w:val="22"/>
        </w:rPr>
        <w:t>[deze bepaling vervalt als er geen zienswijzen worden ingediend]</w:t>
      </w:r>
    </w:p>
    <w:p w14:paraId="35CB8F42" w14:textId="77777777" w:rsidR="00193985" w:rsidRPr="00426A3A" w:rsidRDefault="00193985">
      <w:pPr>
        <w:spacing w:line="360" w:lineRule="auto"/>
        <w:rPr>
          <w:rFonts w:asciiTheme="minorHAnsi" w:hAnsiTheme="minorHAnsi" w:cstheme="minorHAnsi"/>
          <w:sz w:val="22"/>
          <w:szCs w:val="22"/>
        </w:rPr>
      </w:pPr>
    </w:p>
    <w:p w14:paraId="35CB8F43" w14:textId="77777777" w:rsidR="00193985" w:rsidRPr="00426A3A" w:rsidRDefault="00426A3A">
      <w:pPr>
        <w:spacing w:line="360" w:lineRule="auto"/>
        <w:rPr>
          <w:rFonts w:asciiTheme="minorHAnsi" w:hAnsiTheme="minorHAnsi" w:cstheme="minorHAnsi"/>
          <w:sz w:val="22"/>
          <w:szCs w:val="22"/>
        </w:rPr>
      </w:pPr>
      <w:r w:rsidRPr="00426A3A">
        <w:rPr>
          <w:rFonts w:asciiTheme="minorHAnsi" w:hAnsiTheme="minorHAnsi" w:cstheme="minorHAnsi"/>
          <w:sz w:val="22"/>
          <w:szCs w:val="22"/>
        </w:rPr>
        <w:t xml:space="preserve">Vastgesteld in de openbare vergadering van </w:t>
      </w:r>
    </w:p>
    <w:p w14:paraId="35CB8F44" w14:textId="77777777" w:rsidR="00193985" w:rsidRPr="00426A3A" w:rsidRDefault="00426A3A">
      <w:pPr>
        <w:spacing w:line="360" w:lineRule="auto"/>
        <w:rPr>
          <w:rFonts w:asciiTheme="minorHAnsi" w:hAnsiTheme="minorHAnsi" w:cstheme="minorHAnsi"/>
          <w:sz w:val="22"/>
          <w:szCs w:val="22"/>
        </w:rPr>
      </w:pPr>
      <w:r w:rsidRPr="00426A3A">
        <w:rPr>
          <w:rFonts w:asciiTheme="minorHAnsi" w:hAnsiTheme="minorHAnsi" w:cstheme="minorHAnsi"/>
          <w:sz w:val="22"/>
          <w:szCs w:val="22"/>
        </w:rPr>
        <w:t xml:space="preserve">de raad van Leiderdorp op </w:t>
      </w:r>
      <w:r w:rsidRPr="00426A3A">
        <w:rPr>
          <w:rFonts w:asciiTheme="minorHAnsi" w:hAnsiTheme="minorHAnsi" w:cstheme="minorHAnsi"/>
          <w:sz w:val="22"/>
          <w:szCs w:val="22"/>
          <w:highlight w:val="yellow"/>
        </w:rPr>
        <w:fldChar w:fldCharType="begin"/>
      </w:r>
      <w:r w:rsidRPr="00426A3A">
        <w:rPr>
          <w:rFonts w:asciiTheme="minorHAnsi" w:hAnsiTheme="minorHAnsi" w:cstheme="minorHAnsi"/>
          <w:sz w:val="22"/>
          <w:szCs w:val="22"/>
          <w:highlight w:val="yellow"/>
        </w:rPr>
        <w:instrText xml:space="preserve"> MACROBUTTON  NoMacro "datum raadsvergadering" </w:instrText>
      </w:r>
      <w:r w:rsidRPr="00426A3A">
        <w:rPr>
          <w:rFonts w:asciiTheme="minorHAnsi" w:hAnsiTheme="minorHAnsi" w:cstheme="minorHAnsi"/>
          <w:sz w:val="22"/>
          <w:szCs w:val="22"/>
          <w:highlight w:val="yellow"/>
        </w:rPr>
        <w:fldChar w:fldCharType="end"/>
      </w:r>
      <w:r w:rsidRPr="00426A3A">
        <w:rPr>
          <w:rFonts w:asciiTheme="minorHAnsi" w:hAnsiTheme="minorHAnsi" w:cstheme="minorHAnsi"/>
          <w:sz w:val="22"/>
          <w:szCs w:val="22"/>
        </w:rPr>
        <w:t>,</w:t>
      </w:r>
    </w:p>
    <w:p w14:paraId="35CB8F45" w14:textId="77777777" w:rsidR="00193985" w:rsidRPr="00426A3A" w:rsidRDefault="00193985">
      <w:pPr>
        <w:spacing w:line="360" w:lineRule="auto"/>
        <w:rPr>
          <w:rFonts w:asciiTheme="minorHAnsi" w:hAnsiTheme="minorHAnsi" w:cstheme="minorHAnsi"/>
          <w:sz w:val="22"/>
          <w:szCs w:val="22"/>
        </w:rPr>
      </w:pPr>
    </w:p>
    <w:p w14:paraId="35CB8F46" w14:textId="77777777" w:rsidR="00193985" w:rsidRPr="00426A3A" w:rsidRDefault="00426A3A">
      <w:pPr>
        <w:spacing w:line="360" w:lineRule="auto"/>
        <w:rPr>
          <w:rFonts w:asciiTheme="minorHAnsi" w:hAnsiTheme="minorHAnsi" w:cstheme="minorHAnsi"/>
          <w:sz w:val="22"/>
          <w:szCs w:val="22"/>
        </w:rPr>
      </w:pPr>
      <w:r w:rsidRPr="00426A3A">
        <w:rPr>
          <w:rFonts w:asciiTheme="minorHAnsi" w:hAnsiTheme="minorHAnsi" w:cstheme="minorHAnsi"/>
          <w:sz w:val="22"/>
          <w:szCs w:val="22"/>
        </w:rPr>
        <w:t>de griffier,</w:t>
      </w:r>
    </w:p>
    <w:p w14:paraId="35CB8F47" w14:textId="77777777" w:rsidR="00193985" w:rsidRPr="00426A3A" w:rsidRDefault="00193985">
      <w:pPr>
        <w:spacing w:line="360" w:lineRule="auto"/>
        <w:rPr>
          <w:rFonts w:asciiTheme="minorHAnsi" w:hAnsiTheme="minorHAnsi" w:cstheme="minorHAnsi"/>
          <w:sz w:val="22"/>
          <w:szCs w:val="22"/>
        </w:rPr>
      </w:pPr>
    </w:p>
    <w:p w14:paraId="35CB8F48" w14:textId="77777777" w:rsidR="00193985" w:rsidRPr="00426A3A" w:rsidRDefault="00193985">
      <w:pPr>
        <w:spacing w:line="360" w:lineRule="auto"/>
        <w:rPr>
          <w:rFonts w:asciiTheme="minorHAnsi" w:hAnsiTheme="minorHAnsi" w:cstheme="minorHAnsi"/>
          <w:sz w:val="22"/>
          <w:szCs w:val="22"/>
        </w:rPr>
      </w:pPr>
    </w:p>
    <w:p w14:paraId="35CB8F49" w14:textId="77777777" w:rsidR="00193985" w:rsidRPr="00426A3A" w:rsidRDefault="006666E2">
      <w:pPr>
        <w:spacing w:line="360" w:lineRule="auto"/>
        <w:rPr>
          <w:rFonts w:asciiTheme="minorHAnsi" w:hAnsiTheme="minorHAnsi" w:cstheme="minorHAnsi"/>
          <w:sz w:val="22"/>
          <w:szCs w:val="22"/>
        </w:rPr>
      </w:pPr>
      <w:r w:rsidRPr="00426A3A">
        <w:rPr>
          <w:rFonts w:asciiTheme="minorHAnsi" w:hAnsiTheme="minorHAnsi" w:cstheme="minorHAnsi"/>
          <w:sz w:val="22"/>
          <w:szCs w:val="22"/>
        </w:rPr>
        <w:t>mevrouw H.K.B. Fobler</w:t>
      </w:r>
    </w:p>
    <w:p w14:paraId="35CB8F4A" w14:textId="77777777" w:rsidR="00193985" w:rsidRPr="00426A3A" w:rsidRDefault="00193985">
      <w:pPr>
        <w:spacing w:line="360" w:lineRule="auto"/>
        <w:rPr>
          <w:rFonts w:asciiTheme="minorHAnsi" w:hAnsiTheme="minorHAnsi" w:cstheme="minorHAnsi"/>
          <w:sz w:val="22"/>
          <w:szCs w:val="22"/>
        </w:rPr>
      </w:pPr>
    </w:p>
    <w:p w14:paraId="35CB8F4B" w14:textId="77777777" w:rsidR="00193985" w:rsidRPr="00426A3A" w:rsidRDefault="00426A3A">
      <w:pPr>
        <w:spacing w:line="360" w:lineRule="auto"/>
        <w:rPr>
          <w:rFonts w:asciiTheme="minorHAnsi" w:hAnsiTheme="minorHAnsi" w:cstheme="minorHAnsi"/>
          <w:sz w:val="22"/>
          <w:szCs w:val="22"/>
        </w:rPr>
      </w:pPr>
      <w:r w:rsidRPr="00426A3A">
        <w:rPr>
          <w:rFonts w:asciiTheme="minorHAnsi" w:hAnsiTheme="minorHAnsi" w:cstheme="minorHAnsi"/>
          <w:sz w:val="22"/>
          <w:szCs w:val="22"/>
        </w:rPr>
        <w:t>de voorzitter,</w:t>
      </w:r>
    </w:p>
    <w:p w14:paraId="35CB8F4C" w14:textId="77777777" w:rsidR="00193985" w:rsidRPr="00426A3A" w:rsidRDefault="00193985">
      <w:pPr>
        <w:spacing w:line="360" w:lineRule="auto"/>
        <w:rPr>
          <w:rFonts w:asciiTheme="minorHAnsi" w:hAnsiTheme="minorHAnsi" w:cstheme="minorHAnsi"/>
          <w:sz w:val="22"/>
          <w:szCs w:val="22"/>
        </w:rPr>
      </w:pPr>
    </w:p>
    <w:p w14:paraId="35CB8F4D" w14:textId="77777777" w:rsidR="002802A8" w:rsidRPr="00426A3A" w:rsidRDefault="002802A8">
      <w:pPr>
        <w:spacing w:line="360" w:lineRule="auto"/>
        <w:rPr>
          <w:rFonts w:asciiTheme="minorHAnsi" w:hAnsiTheme="minorHAnsi" w:cstheme="minorHAnsi"/>
          <w:sz w:val="22"/>
          <w:szCs w:val="22"/>
        </w:rPr>
      </w:pPr>
    </w:p>
    <w:p w14:paraId="35CB8F4E" w14:textId="77777777" w:rsidR="00193985" w:rsidRPr="00426A3A" w:rsidRDefault="00356F4B" w:rsidP="005F25A5">
      <w:pPr>
        <w:spacing w:line="360" w:lineRule="auto"/>
        <w:rPr>
          <w:rFonts w:asciiTheme="minorHAnsi" w:hAnsiTheme="minorHAnsi" w:cstheme="minorHAnsi"/>
          <w:sz w:val="22"/>
          <w:szCs w:val="22"/>
        </w:rPr>
      </w:pPr>
      <w:r w:rsidRPr="00426A3A">
        <w:rPr>
          <w:rFonts w:asciiTheme="minorHAnsi" w:hAnsiTheme="minorHAnsi" w:cstheme="minorHAnsi"/>
          <w:sz w:val="22"/>
          <w:szCs w:val="22"/>
        </w:rPr>
        <w:t xml:space="preserve">mevrouw </w:t>
      </w:r>
      <w:r w:rsidR="00094E08" w:rsidRPr="00426A3A">
        <w:rPr>
          <w:rFonts w:asciiTheme="minorHAnsi" w:hAnsiTheme="minorHAnsi" w:cstheme="minorHAnsi"/>
          <w:sz w:val="22"/>
          <w:szCs w:val="22"/>
        </w:rPr>
        <w:t>T.C.M. Struik</w:t>
      </w:r>
    </w:p>
    <w:sectPr w:rsidR="00193985" w:rsidRPr="00426A3A" w:rsidSect="005B5625">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1701" w:right="1304" w:bottom="1701" w:left="1304" w:header="1134" w:footer="709" w:gutter="0"/>
      <w:cols w:space="708"/>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CB8F5A" w14:textId="77777777" w:rsidR="00426A3A" w:rsidRDefault="00426A3A">
      <w:r>
        <w:separator/>
      </w:r>
    </w:p>
  </w:endnote>
  <w:endnote w:type="continuationSeparator" w:id="0">
    <w:p w14:paraId="35CB8F5C" w14:textId="77777777" w:rsidR="00426A3A" w:rsidRDefault="00426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C5796" w14:textId="77777777" w:rsidR="002B0C0D" w:rsidRDefault="002B0C0D">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1D49F" w14:textId="77777777" w:rsidR="002B0C0D" w:rsidRDefault="002B0C0D">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2A489" w14:textId="77777777" w:rsidR="002B0C0D" w:rsidRDefault="002B0C0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B8F56" w14:textId="77777777" w:rsidR="00426A3A" w:rsidRDefault="00426A3A">
      <w:r>
        <w:separator/>
      </w:r>
    </w:p>
  </w:footnote>
  <w:footnote w:type="continuationSeparator" w:id="0">
    <w:p w14:paraId="35CB8F58" w14:textId="77777777" w:rsidR="00426A3A" w:rsidRDefault="00426A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480CD" w14:textId="28E89893" w:rsidR="002B0C0D" w:rsidRDefault="002B0C0D">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B8F4F" w14:textId="7E321857" w:rsidR="00350D03" w:rsidRDefault="00426A3A">
    <w:pPr>
      <w:pStyle w:val="Koptekst"/>
      <w:pBdr>
        <w:bottom w:val="single" w:sz="4" w:space="1" w:color="auto"/>
      </w:pBdr>
      <w:tabs>
        <w:tab w:val="left" w:pos="426"/>
      </w:tabs>
      <w:spacing w:line="360" w:lineRule="auto"/>
      <w:jc w:val="right"/>
    </w:pPr>
    <w:r>
      <w:rPr>
        <w:rFonts w:ascii="Arial" w:hAnsi="Arial" w:cs="Arial"/>
        <w:b/>
        <w:sz w:val="16"/>
        <w:szCs w:val="16"/>
      </w:rPr>
      <w:t xml:space="preserve">Pagina </w:t>
    </w:r>
    <w:r>
      <w:rPr>
        <w:rFonts w:ascii="Arial" w:hAnsi="Arial" w:cs="Arial"/>
        <w:b/>
        <w:sz w:val="16"/>
        <w:szCs w:val="16"/>
      </w:rPr>
      <w:fldChar w:fldCharType="begin"/>
    </w:r>
    <w:r>
      <w:rPr>
        <w:rFonts w:ascii="Arial" w:hAnsi="Arial" w:cs="Arial"/>
        <w:b/>
        <w:sz w:val="16"/>
        <w:szCs w:val="16"/>
      </w:rPr>
      <w:instrText xml:space="preserve"> PAGE </w:instrText>
    </w:r>
    <w:r>
      <w:rPr>
        <w:rFonts w:ascii="Arial" w:hAnsi="Arial" w:cs="Arial"/>
        <w:b/>
        <w:sz w:val="16"/>
        <w:szCs w:val="16"/>
      </w:rPr>
      <w:fldChar w:fldCharType="separate"/>
    </w:r>
    <w:r w:rsidR="002802A8">
      <w:rPr>
        <w:rFonts w:ascii="Arial" w:hAnsi="Arial" w:cs="Arial"/>
        <w:b/>
        <w:noProof/>
        <w:sz w:val="16"/>
        <w:szCs w:val="16"/>
      </w:rPr>
      <w:t>2</w:t>
    </w:r>
    <w:r>
      <w:rPr>
        <w:rFonts w:ascii="Arial" w:hAnsi="Arial" w:cs="Arial"/>
        <w:b/>
        <w:sz w:val="16"/>
        <w:szCs w:val="16"/>
      </w:rPr>
      <w:fldChar w:fldCharType="end"/>
    </w:r>
    <w:r>
      <w:rPr>
        <w:rFonts w:ascii="Arial" w:hAnsi="Arial" w:cs="Arial"/>
        <w:b/>
        <w:sz w:val="16"/>
        <w:szCs w:val="16"/>
      </w:rPr>
      <w:t xml:space="preserve"> van </w:t>
    </w:r>
    <w:r>
      <w:rPr>
        <w:rFonts w:ascii="Arial" w:hAnsi="Arial" w:cs="Arial"/>
        <w:b/>
        <w:sz w:val="16"/>
        <w:szCs w:val="16"/>
      </w:rPr>
      <w:fldChar w:fldCharType="begin"/>
    </w:r>
    <w:r>
      <w:rPr>
        <w:rFonts w:ascii="Arial" w:hAnsi="Arial" w:cs="Arial"/>
        <w:b/>
        <w:sz w:val="16"/>
        <w:szCs w:val="16"/>
      </w:rPr>
      <w:instrText xml:space="preserve"> NUMPAGES </w:instrText>
    </w:r>
    <w:r>
      <w:rPr>
        <w:rFonts w:ascii="Arial" w:hAnsi="Arial" w:cs="Arial"/>
        <w:b/>
        <w:sz w:val="16"/>
        <w:szCs w:val="16"/>
      </w:rPr>
      <w:fldChar w:fldCharType="separate"/>
    </w:r>
    <w:r w:rsidR="002802A8">
      <w:rPr>
        <w:rFonts w:ascii="Arial" w:hAnsi="Arial" w:cs="Arial"/>
        <w:b/>
        <w:noProof/>
        <w:sz w:val="16"/>
        <w:szCs w:val="16"/>
      </w:rPr>
      <w:t>2</w:t>
    </w:r>
    <w:r>
      <w:rPr>
        <w:rFonts w:ascii="Arial" w:hAnsi="Arial" w:cs="Arial"/>
        <w:b/>
        <w:sz w:val="16"/>
        <w:szCs w:val="16"/>
      </w:rPr>
      <w:fldChar w:fldCharType="end"/>
    </w:r>
    <w:r>
      <w:rPr>
        <w:rFonts w:ascii="Arial" w:hAnsi="Arial" w:cs="Arial"/>
        <w:b/>
        <w:sz w:val="16"/>
        <w:szCs w:val="16"/>
      </w:rPr>
      <w:t xml:space="preserve"> Versie</w:t>
    </w:r>
    <w:r>
      <w:rPr>
        <w:rFonts w:ascii="Arial" w:hAnsi="Arial" w:cs="Arial"/>
        <w:b/>
      </w:rPr>
      <w:t xml:space="preserve"> </w:t>
    </w:r>
    <w:r w:rsidR="00995B30">
      <w:rPr>
        <w:rFonts w:ascii="Arial" w:hAnsi="Arial" w:cs="Arial"/>
        <w:b/>
      </w:rPr>
      <w:t>&lt;</w:t>
    </w:r>
    <w:r w:rsidR="00995B30" w:rsidRPr="004768E5">
      <w:rPr>
        <w:rFonts w:ascii="Arial" w:hAnsi="Arial" w:cs="Arial"/>
        <w:b/>
        <w:highlight w:val="yellow"/>
      </w:rPr>
      <w:t>vul hier versienummer in</w:t>
    </w:r>
    <w:r w:rsidR="00995B30">
      <w:rPr>
        <w:rFonts w:ascii="Arial" w:hAnsi="Arial" w:cs="Arial"/>
        <w:b/>
      </w:rPr>
      <w:t>&gt;</w:t>
    </w:r>
  </w:p>
  <w:p w14:paraId="35CB8F50" w14:textId="77777777" w:rsidR="00350D03" w:rsidRDefault="00426A3A">
    <w:pPr>
      <w:pStyle w:val="Koptekst"/>
      <w:pBdr>
        <w:bottom w:val="single" w:sz="4" w:space="1" w:color="auto"/>
      </w:pBdr>
      <w:tabs>
        <w:tab w:val="left" w:pos="426"/>
        <w:tab w:val="left" w:pos="7920"/>
      </w:tabs>
      <w:spacing w:line="360" w:lineRule="auto"/>
    </w:pPr>
    <w:r>
      <w:rPr>
        <w:rFonts w:ascii="Arial" w:hAnsi="Arial" w:cs="Arial"/>
        <w:b/>
        <w:sz w:val="16"/>
        <w:szCs w:val="16"/>
      </w:rPr>
      <w:t xml:space="preserve">Registratienr.: </w:t>
    </w:r>
    <w:r w:rsidR="00016672">
      <w:t>Z/25/188016/</w:t>
    </w:r>
    <w:r w:rsidR="00016672" w:rsidRPr="0052392B">
      <w:rPr>
        <w:vanish/>
      </w:rPr>
      <w:t>[Zaak kenmerk]/</w:t>
    </w:r>
    <w:r w:rsidR="00016672">
      <w:t>435865</w:t>
    </w:r>
    <w:r>
      <w:rPr>
        <w:rFonts w:ascii="Arial" w:hAnsi="Arial" w:cs="Arial"/>
        <w:b/>
        <w:i/>
        <w:sz w:val="16"/>
        <w:szCs w:val="16"/>
      </w:rPr>
      <w:tab/>
    </w:r>
    <w:r>
      <w:rPr>
        <w:rFonts w:ascii="Arial" w:hAnsi="Arial" w:cs="Arial"/>
        <w:b/>
        <w:i/>
        <w:sz w:val="16"/>
        <w:szCs w:val="16"/>
      </w:rPr>
      <w:tab/>
    </w:r>
    <w:r>
      <w:rPr>
        <w:rFonts w:ascii="Arial" w:hAnsi="Arial" w:cs="Arial"/>
        <w:b/>
        <w:i/>
        <w:sz w:val="16"/>
        <w:szCs w:val="16"/>
      </w:rPr>
      <w:tab/>
      <w:t xml:space="preserve">Agendapunt </w:t>
    </w:r>
  </w:p>
  <w:p w14:paraId="35CB8F51" w14:textId="77777777" w:rsidR="00350D03" w:rsidRDefault="00426A3A">
    <w:pPr>
      <w:pStyle w:val="Koptekst"/>
      <w:pBdr>
        <w:bottom w:val="single" w:sz="4" w:space="1" w:color="auto"/>
      </w:pBdr>
      <w:tabs>
        <w:tab w:val="left" w:pos="426"/>
        <w:tab w:val="left" w:pos="7740"/>
        <w:tab w:val="left" w:pos="8100"/>
      </w:tabs>
      <w:spacing w:line="360" w:lineRule="auto"/>
      <w:rPr>
        <w:rFonts w:ascii="Arial" w:hAnsi="Arial" w:cs="Arial"/>
        <w:b/>
      </w:rPr>
    </w:pPr>
    <w:bookmarkStart w:id="1" w:name="nummer"/>
    <w:r>
      <w:rPr>
        <w:rFonts w:ascii="Arial" w:hAnsi="Arial" w:cs="Arial"/>
        <w:b/>
      </w:rPr>
      <w:tab/>
    </w:r>
    <w:r w:rsidR="00051F3E">
      <w:t>2025</w:t>
    </w:r>
    <w:r w:rsidR="00051F3E">
      <w:rPr>
        <w:vanish/>
      </w:rPr>
      <w:t>[Zet startdatum van de zaak om in jaartal]</w:t>
    </w:r>
    <w:r w:rsidR="00051F3E">
      <w:t xml:space="preserve"> </w:t>
    </w:r>
    <w:r>
      <w:rPr>
        <w:rFonts w:ascii="Arial" w:hAnsi="Arial" w:cs="Arial"/>
        <w:b/>
      </w:rPr>
      <w:tab/>
    </w:r>
    <w:r w:rsidR="004768E5">
      <w:rPr>
        <w:rFonts w:ascii="Arial" w:hAnsi="Arial" w:cs="Arial"/>
        <w:b/>
      </w:rPr>
      <w:t>Raadsbesluit</w:t>
    </w:r>
    <w:r>
      <w:rPr>
        <w:b/>
      </w:rPr>
      <w:tab/>
    </w:r>
    <w:r>
      <w:rPr>
        <w:b/>
      </w:rPr>
      <w:tab/>
      <w:t xml:space="preserve">Nr </w:t>
    </w:r>
    <w:bookmarkEnd w:id="1"/>
    <w:r>
      <w:rPr>
        <w:b/>
      </w:rPr>
      <w:t xml:space="preserve"> </w:t>
    </w:r>
    <w:r w:rsidR="00995B30">
      <w:rPr>
        <w:b/>
      </w:rPr>
      <w:t>&lt;</w:t>
    </w:r>
    <w:r w:rsidR="00995B30" w:rsidRPr="004768E5">
      <w:rPr>
        <w:b/>
        <w:highlight w:val="yellow"/>
      </w:rPr>
      <w:t>vul hier agendapuntnummer in</w:t>
    </w:r>
    <w:r w:rsidR="00995B30">
      <w:rPr>
        <w:b/>
      </w:rPr>
      <w:t>&gt;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B8F52" w14:textId="61162078" w:rsidR="005B5625" w:rsidRPr="003C17F2" w:rsidRDefault="00426A3A" w:rsidP="005B5625">
    <w:pPr>
      <w:pStyle w:val="Koptekst"/>
      <w:pBdr>
        <w:bottom w:val="single" w:sz="4" w:space="1" w:color="auto"/>
      </w:pBdr>
      <w:tabs>
        <w:tab w:val="left" w:pos="426"/>
      </w:tabs>
      <w:spacing w:line="360" w:lineRule="auto"/>
      <w:jc w:val="right"/>
      <w:rPr>
        <w:rFonts w:asciiTheme="minorHAnsi" w:hAnsiTheme="minorHAnsi"/>
      </w:rPr>
    </w:pPr>
    <w:r w:rsidRPr="003C17F2">
      <w:rPr>
        <w:rFonts w:asciiTheme="minorHAnsi" w:hAnsiTheme="minorHAnsi" w:cs="Arial"/>
        <w:b/>
        <w:sz w:val="16"/>
        <w:szCs w:val="16"/>
      </w:rPr>
      <w:t xml:space="preserve">Pagina </w:t>
    </w:r>
    <w:r w:rsidRPr="003C17F2">
      <w:rPr>
        <w:rFonts w:asciiTheme="minorHAnsi" w:hAnsiTheme="minorHAnsi" w:cs="Arial"/>
        <w:b/>
        <w:sz w:val="16"/>
        <w:szCs w:val="16"/>
      </w:rPr>
      <w:fldChar w:fldCharType="begin"/>
    </w:r>
    <w:r w:rsidRPr="003C17F2">
      <w:rPr>
        <w:rFonts w:asciiTheme="minorHAnsi" w:hAnsiTheme="minorHAnsi" w:cs="Arial"/>
        <w:b/>
        <w:sz w:val="16"/>
        <w:szCs w:val="16"/>
      </w:rPr>
      <w:instrText xml:space="preserve"> PAGE </w:instrText>
    </w:r>
    <w:r w:rsidRPr="003C17F2">
      <w:rPr>
        <w:rFonts w:asciiTheme="minorHAnsi" w:hAnsiTheme="minorHAnsi" w:cs="Arial"/>
        <w:b/>
        <w:sz w:val="16"/>
        <w:szCs w:val="16"/>
      </w:rPr>
      <w:fldChar w:fldCharType="separate"/>
    </w:r>
    <w:r w:rsidR="008E5058">
      <w:rPr>
        <w:rFonts w:asciiTheme="minorHAnsi" w:hAnsiTheme="minorHAnsi" w:cs="Arial"/>
        <w:b/>
        <w:noProof/>
        <w:sz w:val="16"/>
        <w:szCs w:val="16"/>
      </w:rPr>
      <w:t>1</w:t>
    </w:r>
    <w:r w:rsidRPr="003C17F2">
      <w:rPr>
        <w:rFonts w:asciiTheme="minorHAnsi" w:hAnsiTheme="minorHAnsi" w:cs="Arial"/>
        <w:b/>
        <w:sz w:val="16"/>
        <w:szCs w:val="16"/>
      </w:rPr>
      <w:fldChar w:fldCharType="end"/>
    </w:r>
    <w:r w:rsidRPr="003C17F2">
      <w:rPr>
        <w:rFonts w:asciiTheme="minorHAnsi" w:hAnsiTheme="minorHAnsi" w:cs="Arial"/>
        <w:b/>
        <w:sz w:val="16"/>
        <w:szCs w:val="16"/>
      </w:rPr>
      <w:t xml:space="preserve"> van </w:t>
    </w:r>
    <w:r w:rsidRPr="003C17F2">
      <w:rPr>
        <w:rFonts w:asciiTheme="minorHAnsi" w:hAnsiTheme="minorHAnsi" w:cs="Arial"/>
        <w:b/>
        <w:sz w:val="16"/>
        <w:szCs w:val="16"/>
      </w:rPr>
      <w:fldChar w:fldCharType="begin"/>
    </w:r>
    <w:r w:rsidRPr="003C17F2">
      <w:rPr>
        <w:rFonts w:asciiTheme="minorHAnsi" w:hAnsiTheme="minorHAnsi" w:cs="Arial"/>
        <w:b/>
        <w:sz w:val="16"/>
        <w:szCs w:val="16"/>
      </w:rPr>
      <w:instrText xml:space="preserve"> NUMPAGES </w:instrText>
    </w:r>
    <w:r w:rsidRPr="003C17F2">
      <w:rPr>
        <w:rFonts w:asciiTheme="minorHAnsi" w:hAnsiTheme="minorHAnsi" w:cs="Arial"/>
        <w:b/>
        <w:sz w:val="16"/>
        <w:szCs w:val="16"/>
      </w:rPr>
      <w:fldChar w:fldCharType="separate"/>
    </w:r>
    <w:r w:rsidR="008E5058">
      <w:rPr>
        <w:rFonts w:asciiTheme="minorHAnsi" w:hAnsiTheme="minorHAnsi" w:cs="Arial"/>
        <w:b/>
        <w:noProof/>
        <w:sz w:val="16"/>
        <w:szCs w:val="16"/>
      </w:rPr>
      <w:t>1</w:t>
    </w:r>
    <w:r w:rsidRPr="003C17F2">
      <w:rPr>
        <w:rFonts w:asciiTheme="minorHAnsi" w:hAnsiTheme="minorHAnsi" w:cs="Arial"/>
        <w:b/>
        <w:sz w:val="16"/>
        <w:szCs w:val="16"/>
      </w:rPr>
      <w:fldChar w:fldCharType="end"/>
    </w:r>
    <w:r w:rsidRPr="003C17F2">
      <w:rPr>
        <w:rFonts w:asciiTheme="minorHAnsi" w:hAnsiTheme="minorHAnsi" w:cs="Arial"/>
        <w:b/>
        <w:sz w:val="16"/>
        <w:szCs w:val="16"/>
      </w:rPr>
      <w:t xml:space="preserve"> Versie</w:t>
    </w:r>
    <w:r w:rsidRPr="003C17F2">
      <w:rPr>
        <w:rFonts w:asciiTheme="minorHAnsi" w:hAnsiTheme="minorHAnsi" w:cs="Arial"/>
        <w:b/>
      </w:rPr>
      <w:t xml:space="preserve"> &lt;</w:t>
    </w:r>
    <w:r w:rsidRPr="003C17F2">
      <w:rPr>
        <w:rFonts w:asciiTheme="minorHAnsi" w:hAnsiTheme="minorHAnsi" w:cs="Arial"/>
        <w:b/>
        <w:highlight w:val="yellow"/>
      </w:rPr>
      <w:t>vul hier versienummer in</w:t>
    </w:r>
    <w:r w:rsidRPr="003C17F2">
      <w:rPr>
        <w:rFonts w:asciiTheme="minorHAnsi" w:hAnsiTheme="minorHAnsi" w:cs="Arial"/>
        <w:b/>
      </w:rPr>
      <w:t>&gt;</w:t>
    </w:r>
  </w:p>
  <w:p w14:paraId="35CB8F53" w14:textId="77777777" w:rsidR="005B5625" w:rsidRPr="003C17F2" w:rsidRDefault="00426A3A" w:rsidP="005B5625">
    <w:pPr>
      <w:pStyle w:val="Koptekst"/>
      <w:pBdr>
        <w:bottom w:val="single" w:sz="4" w:space="1" w:color="auto"/>
      </w:pBdr>
      <w:tabs>
        <w:tab w:val="left" w:pos="426"/>
        <w:tab w:val="left" w:pos="7920"/>
      </w:tabs>
      <w:spacing w:line="360" w:lineRule="auto"/>
      <w:rPr>
        <w:rFonts w:asciiTheme="minorHAnsi" w:hAnsiTheme="minorHAnsi"/>
      </w:rPr>
    </w:pPr>
    <w:r w:rsidRPr="003C17F2">
      <w:rPr>
        <w:rFonts w:asciiTheme="minorHAnsi" w:hAnsiTheme="minorHAnsi" w:cs="Arial"/>
        <w:b/>
        <w:sz w:val="16"/>
        <w:szCs w:val="16"/>
      </w:rPr>
      <w:t xml:space="preserve">Registratienr.: </w:t>
    </w:r>
    <w:r w:rsidRPr="003C17F2">
      <w:rPr>
        <w:rFonts w:asciiTheme="minorHAnsi" w:hAnsiTheme="minorHAnsi"/>
      </w:rPr>
      <w:t>Z/25/188016/</w:t>
    </w:r>
    <w:r w:rsidRPr="003C17F2">
      <w:rPr>
        <w:rFonts w:asciiTheme="minorHAnsi" w:hAnsiTheme="minorHAnsi"/>
        <w:vanish/>
      </w:rPr>
      <w:t>[Zaak kenmerk]/</w:t>
    </w:r>
    <w:r w:rsidRPr="003C17F2">
      <w:rPr>
        <w:rFonts w:asciiTheme="minorHAnsi" w:hAnsiTheme="minorHAnsi"/>
      </w:rPr>
      <w:t>435865</w:t>
    </w:r>
    <w:r w:rsidRPr="003C17F2">
      <w:rPr>
        <w:rFonts w:asciiTheme="minorHAnsi" w:hAnsiTheme="minorHAnsi" w:cs="Arial"/>
        <w:b/>
        <w:i/>
        <w:sz w:val="16"/>
        <w:szCs w:val="16"/>
      </w:rPr>
      <w:tab/>
    </w:r>
    <w:r w:rsidRPr="003C17F2">
      <w:rPr>
        <w:rFonts w:asciiTheme="minorHAnsi" w:hAnsiTheme="minorHAnsi" w:cs="Arial"/>
        <w:b/>
        <w:i/>
        <w:sz w:val="16"/>
        <w:szCs w:val="16"/>
      </w:rPr>
      <w:tab/>
    </w:r>
    <w:r w:rsidRPr="003C17F2">
      <w:rPr>
        <w:rFonts w:asciiTheme="minorHAnsi" w:hAnsiTheme="minorHAnsi" w:cs="Arial"/>
        <w:b/>
        <w:i/>
        <w:sz w:val="16"/>
        <w:szCs w:val="16"/>
      </w:rPr>
      <w:tab/>
      <w:t xml:space="preserve">Agendapunt </w:t>
    </w:r>
  </w:p>
  <w:p w14:paraId="35CB8F54" w14:textId="50877256" w:rsidR="005B5625" w:rsidRPr="003C17F2" w:rsidRDefault="00426A3A" w:rsidP="005B5625">
    <w:pPr>
      <w:pStyle w:val="Koptekst"/>
      <w:pBdr>
        <w:bottom w:val="single" w:sz="4" w:space="1" w:color="auto"/>
      </w:pBdr>
      <w:tabs>
        <w:tab w:val="left" w:pos="426"/>
        <w:tab w:val="left" w:pos="7740"/>
        <w:tab w:val="left" w:pos="8100"/>
      </w:tabs>
      <w:spacing w:line="360" w:lineRule="auto"/>
      <w:rPr>
        <w:rFonts w:asciiTheme="minorHAnsi" w:hAnsiTheme="minorHAnsi" w:cs="Arial"/>
        <w:b/>
      </w:rPr>
    </w:pPr>
    <w:r w:rsidRPr="003C17F2">
      <w:rPr>
        <w:rFonts w:asciiTheme="minorHAnsi" w:hAnsiTheme="minorHAnsi" w:cs="Arial"/>
        <w:b/>
      </w:rPr>
      <w:tab/>
    </w:r>
    <w:r w:rsidRPr="003C17F2">
      <w:rPr>
        <w:rFonts w:asciiTheme="minorHAnsi" w:hAnsiTheme="minorHAnsi"/>
      </w:rPr>
      <w:t>2025</w:t>
    </w:r>
    <w:r w:rsidRPr="003C17F2">
      <w:rPr>
        <w:rFonts w:asciiTheme="minorHAnsi" w:hAnsiTheme="minorHAnsi"/>
        <w:vanish/>
      </w:rPr>
      <w:t>[Zet startdatum van de zaak om in jaartal]</w:t>
    </w:r>
    <w:r w:rsidRPr="003C17F2">
      <w:rPr>
        <w:rFonts w:asciiTheme="minorHAnsi" w:hAnsiTheme="minorHAnsi"/>
      </w:rPr>
      <w:t xml:space="preserve"> </w:t>
    </w:r>
    <w:r w:rsidRPr="003C17F2">
      <w:rPr>
        <w:rFonts w:asciiTheme="minorHAnsi" w:hAnsiTheme="minorHAnsi" w:cs="Arial"/>
        <w:b/>
      </w:rPr>
      <w:tab/>
    </w:r>
    <w:r>
      <w:rPr>
        <w:rFonts w:asciiTheme="minorHAnsi" w:hAnsiTheme="minorHAnsi" w:cs="Arial"/>
        <w:b/>
      </w:rPr>
      <w:t>Ontwerp-</w:t>
    </w:r>
    <w:r w:rsidRPr="003C17F2">
      <w:rPr>
        <w:rFonts w:asciiTheme="minorHAnsi" w:hAnsiTheme="minorHAnsi" w:cs="Arial"/>
        <w:b/>
      </w:rPr>
      <w:t>Raadsbesluit</w:t>
    </w:r>
    <w:r w:rsidRPr="003C17F2">
      <w:rPr>
        <w:rFonts w:asciiTheme="minorHAnsi" w:hAnsiTheme="minorHAnsi"/>
        <w:b/>
      </w:rPr>
      <w:tab/>
    </w:r>
    <w:r w:rsidRPr="003C17F2">
      <w:rPr>
        <w:rFonts w:asciiTheme="minorHAnsi" w:hAnsiTheme="minorHAnsi"/>
        <w:b/>
      </w:rPr>
      <w:tab/>
      <w:t>Nr  &lt;</w:t>
    </w:r>
    <w:r w:rsidRPr="003C17F2">
      <w:rPr>
        <w:rFonts w:asciiTheme="minorHAnsi" w:hAnsiTheme="minorHAnsi"/>
        <w:b/>
        <w:highlight w:val="yellow"/>
      </w:rPr>
      <w:t>vul hier agendapuntnummer in</w:t>
    </w:r>
    <w:r w:rsidRPr="003C17F2">
      <w:rPr>
        <w:rFonts w:asciiTheme="minorHAnsi" w:hAnsiTheme="minorHAnsi"/>
        <w:b/>
      </w:rPr>
      <w:t>&gt;</w:t>
    </w:r>
    <w:r>
      <w:rPr>
        <w:rFonts w:asciiTheme="minorHAnsi" w:hAnsiTheme="minorHAnsi"/>
        <w:b/>
      </w:rPr>
      <w:tab/>
    </w:r>
    <w:r w:rsidRPr="00553D4C">
      <w:rPr>
        <w:rFonts w:ascii="Calibri" w:hAnsi="Calibri" w:cs="Arial"/>
        <w:b/>
      </w:rPr>
      <w:t>Ontwerp</w:t>
    </w:r>
    <w:r>
      <w:rPr>
        <w:rFonts w:ascii="Calibri" w:hAnsi="Calibri" w:cs="Arial"/>
        <w:b/>
      </w:rPr>
      <w:t xml:space="preserve"> voorkeursrechtbeschikking van de </w:t>
    </w:r>
    <w:r w:rsidRPr="00553D4C">
      <w:rPr>
        <w:rFonts w:ascii="Calibri" w:hAnsi="Calibri" w:cs="Arial"/>
        <w:b/>
      </w:rPr>
      <w:t>raad</w:t>
    </w:r>
  </w:p>
  <w:p w14:paraId="35CB8F55" w14:textId="77777777" w:rsidR="005B5625" w:rsidRPr="003C17F2" w:rsidRDefault="005B5625">
    <w:pPr>
      <w:pStyle w:val="Koptekst"/>
      <w:rPr>
        <w:rFonts w:asciiTheme="minorHAnsi" w:hAnsi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567911"/>
    <w:multiLevelType w:val="singleLevel"/>
    <w:tmpl w:val="FFFFFFFF"/>
    <w:lvl w:ilvl="0">
      <w:start w:val="1"/>
      <w:numFmt w:val="decimal"/>
      <w:lvlText w:val="%1."/>
      <w:lvlJc w:val="left"/>
      <w:pPr>
        <w:tabs>
          <w:tab w:val="num" w:pos="720"/>
        </w:tabs>
        <w:ind w:left="720" w:hanging="360"/>
      </w:pPr>
      <w:rPr>
        <w:rFonts w:cs="Times New Roman"/>
        <w:rtl w:val="0"/>
        <w:cs w:val="0"/>
      </w:rPr>
    </w:lvl>
  </w:abstractNum>
  <w:abstractNum w:abstractNumId="1" w15:restartNumberingAfterBreak="0">
    <w:nsid w:val="57163798"/>
    <w:multiLevelType w:val="multilevel"/>
    <w:tmpl w:val="FFFFFFFF"/>
    <w:lvl w:ilvl="0">
      <w:start w:val="1"/>
      <w:numFmt w:val="decimal"/>
      <w:pStyle w:val="Kop1"/>
      <w:lvlText w:val="%1"/>
      <w:lvlJc w:val="left"/>
      <w:pPr>
        <w:tabs>
          <w:tab w:val="num" w:pos="432"/>
        </w:tabs>
        <w:ind w:left="432" w:hanging="432"/>
      </w:pPr>
      <w:rPr>
        <w:rFonts w:cs="Times New Roman"/>
        <w:rtl w:val="0"/>
        <w:cs w:val="0"/>
      </w:rPr>
    </w:lvl>
    <w:lvl w:ilvl="1">
      <w:start w:val="1"/>
      <w:numFmt w:val="decimal"/>
      <w:pStyle w:val="Kop2"/>
      <w:lvlText w:val="%1.%2"/>
      <w:lvlJc w:val="left"/>
      <w:pPr>
        <w:tabs>
          <w:tab w:val="num" w:pos="578"/>
        </w:tabs>
        <w:ind w:left="578" w:hanging="578"/>
      </w:pPr>
      <w:rPr>
        <w:rFonts w:cs="Times New Roman"/>
        <w:rtl w:val="0"/>
        <w:cs w:val="0"/>
      </w:rPr>
    </w:lvl>
    <w:lvl w:ilvl="2">
      <w:start w:val="1"/>
      <w:numFmt w:val="decimal"/>
      <w:lvlText w:val="%1.%2.%3"/>
      <w:lvlJc w:val="left"/>
      <w:pPr>
        <w:tabs>
          <w:tab w:val="num" w:pos="720"/>
        </w:tabs>
        <w:ind w:left="720" w:hanging="720"/>
      </w:pPr>
      <w:rPr>
        <w:rFonts w:cs="Times New Roman"/>
        <w:rtl w:val="0"/>
        <w:cs w:val="0"/>
      </w:rPr>
    </w:lvl>
    <w:lvl w:ilvl="3">
      <w:start w:val="1"/>
      <w:numFmt w:val="decimal"/>
      <w:lvlText w:val="%1.%2.%3.%4"/>
      <w:lvlJc w:val="left"/>
      <w:pPr>
        <w:tabs>
          <w:tab w:val="num" w:pos="864"/>
        </w:tabs>
        <w:ind w:left="864" w:hanging="864"/>
      </w:pPr>
      <w:rPr>
        <w:rFonts w:cs="Times New Roman"/>
        <w:rtl w:val="0"/>
        <w:cs w:val="0"/>
      </w:rPr>
    </w:lvl>
    <w:lvl w:ilvl="4">
      <w:start w:val="1"/>
      <w:numFmt w:val="decimal"/>
      <w:lvlText w:val="%1.%2.%3.%4.%5"/>
      <w:lvlJc w:val="left"/>
      <w:pPr>
        <w:tabs>
          <w:tab w:val="num" w:pos="1008"/>
        </w:tabs>
        <w:ind w:left="1008" w:hanging="1008"/>
      </w:pPr>
      <w:rPr>
        <w:rFonts w:cs="Times New Roman"/>
        <w:rtl w:val="0"/>
        <w:cs w:val="0"/>
      </w:rPr>
    </w:lvl>
    <w:lvl w:ilvl="5">
      <w:start w:val="1"/>
      <w:numFmt w:val="decimal"/>
      <w:lvlText w:val="%1.%2.%3.%4.%5.%6"/>
      <w:lvlJc w:val="left"/>
      <w:pPr>
        <w:tabs>
          <w:tab w:val="num" w:pos="1152"/>
        </w:tabs>
        <w:ind w:left="1152" w:hanging="1152"/>
      </w:pPr>
      <w:rPr>
        <w:rFonts w:cs="Times New Roman"/>
        <w:rtl w:val="0"/>
        <w:cs w:val="0"/>
      </w:rPr>
    </w:lvl>
    <w:lvl w:ilvl="6">
      <w:start w:val="1"/>
      <w:numFmt w:val="decimal"/>
      <w:lvlText w:val="%1.%2.%3.%4.%5.%6.%7"/>
      <w:lvlJc w:val="left"/>
      <w:pPr>
        <w:tabs>
          <w:tab w:val="num" w:pos="1296"/>
        </w:tabs>
        <w:ind w:left="1296" w:hanging="1296"/>
      </w:pPr>
      <w:rPr>
        <w:rFonts w:cs="Times New Roman"/>
        <w:rtl w:val="0"/>
        <w:cs w:val="0"/>
      </w:rPr>
    </w:lvl>
    <w:lvl w:ilvl="7">
      <w:start w:val="1"/>
      <w:numFmt w:val="decimal"/>
      <w:lvlText w:val="%1.%2.%3.%4.%5.%6.%7.%8"/>
      <w:lvlJc w:val="left"/>
      <w:pPr>
        <w:tabs>
          <w:tab w:val="num" w:pos="1440"/>
        </w:tabs>
        <w:ind w:left="1440" w:hanging="1440"/>
      </w:pPr>
      <w:rPr>
        <w:rFonts w:cs="Times New Roman"/>
        <w:rtl w:val="0"/>
        <w:cs w:val="0"/>
      </w:rPr>
    </w:lvl>
    <w:lvl w:ilvl="8">
      <w:start w:val="1"/>
      <w:numFmt w:val="decimal"/>
      <w:lvlText w:val="%1.%2.%3.%4.%5.%6.%7.%8.%9"/>
      <w:lvlJc w:val="left"/>
      <w:pPr>
        <w:tabs>
          <w:tab w:val="num" w:pos="1584"/>
        </w:tabs>
        <w:ind w:left="1584" w:hanging="1584"/>
      </w:pPr>
      <w:rPr>
        <w:rFonts w:cs="Times New Roman"/>
        <w:rtl w:val="0"/>
        <w:cs w:val="0"/>
      </w:rPr>
    </w:lvl>
  </w:abstractNum>
  <w:abstractNum w:abstractNumId="2" w15:restartNumberingAfterBreak="0">
    <w:nsid w:val="617C1208"/>
    <w:multiLevelType w:val="hybridMultilevel"/>
    <w:tmpl w:val="26A264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625454192">
    <w:abstractNumId w:val="0"/>
  </w:num>
  <w:num w:numId="2" w16cid:durableId="1916435537">
    <w:abstractNumId w:val="1"/>
  </w:num>
  <w:num w:numId="3" w16cid:durableId="1024667844">
    <w:abstractNumId w:val="1"/>
  </w:num>
  <w:num w:numId="4" w16cid:durableId="1688216481">
    <w:abstractNumId w:val="1"/>
  </w:num>
  <w:num w:numId="5" w16cid:durableId="1711035320">
    <w:abstractNumId w:val="1"/>
  </w:num>
  <w:num w:numId="6" w16cid:durableId="1868639298">
    <w:abstractNumId w:val="1"/>
  </w:num>
  <w:num w:numId="7" w16cid:durableId="1589272060">
    <w:abstractNumId w:val="1"/>
  </w:num>
  <w:num w:numId="8" w16cid:durableId="205142123">
    <w:abstractNumId w:val="1"/>
  </w:num>
  <w:num w:numId="9" w16cid:durableId="1495410641">
    <w:abstractNumId w:val="1"/>
  </w:num>
  <w:num w:numId="10" w16cid:durableId="10886906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2"/>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DocAuthor" w:val="Martianne Vermeulen-Kok"/>
    <w:docVar w:name="DocDuplex" w:val="DUPLEX_DEFAULT"/>
    <w:docVar w:name="DocIndex" w:val="0000"/>
    <w:docVar w:name="DocPrinter" w:val="NOPRINTER"/>
    <w:docVar w:name="DocReg" w:val="0"/>
    <w:docVar w:name="DocType" w:val="INT"/>
    <w:docVar w:name="mitFileNames" w:val="C:\Users\rk1\AppData\Local\Temp\22\MITOFFICE\Raadsbesluit.dot|"/>
    <w:docVar w:name="mitStyleTemplates" w:val="|"/>
    <w:docVar w:name="tblField" w:val="&lt;xml xmlns:s='uuid:BDC6E3F0-6DA3-11d1-A2A3-00AA00C14882'da_xmlns:dt='uuid:C2F41010-65B3-11d1-A29F-00AA00C14882'da_xmlns:rs='urn:schemas-microsoft-com:rowset'da_xmlns:z='#RowsetSchema'&gt;da&lt;s:Schema id='RowsetSchema'&gt;da_&lt;s:ElementType name='row' content='eltOnly' rs:updatable='true'&gt;da__&lt;s:AttributeType name='fldFieldID' rs:number='1' rs:write='true'&gt;da___&lt;s:datatype dt:type='string' dt:maxLength='80' rs:precision='0'da___ rs:maybenull='false'/&gt;da__&lt;/s:AttributeType&gt;da__&lt;s:AttributeType name='fldFieldName' rs:number='2' rs:write='true'&gt;da___&lt;s:datatype dt:type='string' dt:maxLength='150' rs:precision='0'da___ rs:maybenull='false'/&gt;da__&lt;/s:AttributeType&gt;da__&lt;s:AttributeType name='fldFieldDescription' rs:number='3'da___ rs:nullable='true' rs:write='true'&gt;da___&lt;s:datatype dt:type='string' dt:maxLength='800' rs:precision='0'da___ rs:long='true' rs:maybenull='false'/&gt;da__&lt;/s:AttributeType&gt;da__&lt;s:AttributeType name='fldFieldIndex' rs:number='4'da___ rs:write='true'&gt;da___&lt;s:datatype dt:type='int' dt:maxLength='4' rs:precision='0'da___ rs:fixedlength='true' rs:maybenull='false'/&gt;da__&lt;/s:AttributeType&gt;da__&lt;s:AttributeType name='fldFieldPrompt' rs:number='5'da___ rs:write='true'&gt;da___&lt;s:datatype dt:type='string' dt:maxLength='100' rs:precision='0'da___ rs:maybenull='false'/&gt;da__&lt;/s:AttributeType&gt;da__&lt;s:AttributeType name='fldFieldTip' rs:number='6' rs:nullable='true'da___ rs:write='true'&gt;da___&lt;s:datatype dt:type='string' dt:maxLength='255' rs:precision='0'da___ rs:maybenull='false'/&gt;da__&lt;/s:AttributeType&gt;da__&lt;s:AttributeType name='fldFieldDataType' rs:number='7'da___ rs:write='true'&gt;da___&lt;s:datatype dt:type='int' dt:maxLength='4' rs:precision='0'da___ rs:fixedlength='true' rs:maybenull='false'/&gt;da__&lt;/s:AttributeType&gt;da__&lt;s:AttributeType name='fldFieldFormat' rs:number='8'da___ rs:nullable='true' rs:write='true'&gt;da___&lt;s:datatype dt:type='string' dt:maxLength='255' rs:precision='0'da___ rs:maybenull='false'/&gt;da__&lt;/s:AttributeType&gt;da__&lt;s:AttributeType name='fldFieldDefault' rs:number='9'da___ rs:write='true'&gt;da___&lt;s:datatype dt:type='string' dt:maxLength='32767' rs:precision='0'da___ rs:long='true' rs:maybenull='false'/&gt;da__&lt;/s:AttributeType&gt;da__&lt;s:AttributeType name='fldFieldDocProp' rs:number='10'da___ rs:write='true'&gt;da___&lt;s:datatype dt:type='string' dt:maxLength='100' rs:precision='0'da___ rs:maybenull='false'/&gt;da__&lt;/s:AttributeType&gt;da__&lt;s:AttributeType name='fldFieldRequired' rs:number='11'da___ rs:write='true'&gt;da___&lt;s:datatype dt:type='int' dt:maxLength='4' rs:precision='0'da___ rs:fixedlength='true' rs:maybenull='false'/&gt;da__&lt;/s:AttributeType&gt;da__&lt;s:AttributeType name='fldFieldDataSource' rs:number='12'da___ rs:nullable='true' rs:write='true'&gt;da___&lt;s:datatype dt:type='string' dt:maxLength='255' rs:precision='0'da___ rs:maybenull='false'/&gt;da__&lt;/s:AttributeType&gt;da__&lt;s:AttributeType name='fldFieldDialogRelation' rs:number='13'da___ rs:write='true'&gt;da___&lt;s:datatype dt:type='string' dt:maxLength='80' rs:precision='0'da___ rs:maybenull='false'/&gt;da__&lt;/s:AttributeType&gt;da__&lt;s:AttributeType name='fldFieldList' rs:number='14'da___ rs:write='true'&gt;da___&lt;s:datatype dt:type='int' dt:maxLength='4' rs:precision='0'da___ rs:fixedlength='true' rs:maybenull='false'/&gt;da__&lt;/s:AttributeType&gt;da__&lt;s:AttributeType name='fldFieldRun' rs:number='15' rs:nullable='true'da___ rs:write='true'&gt;da___&lt;s:datatype dt:type='string' dt:maxLength='255' rs:precision='0'da___ rs:maybenull='false'/&gt;da__&lt;/s:AttributeType&gt;da__&lt;s:AttributeType name='fldFieldMerge' rs:number='16'da___ rs:write='true'&gt;da___&lt;s:datatype dt:type='boolean' dt:maxLength='2' rs:precision='0'da___ rs:fixedlength='true' rs:maybenull='false'/&gt;da__&lt;/s:AttributeType&gt;da__&lt;s:AttributeType name='fldFieldHidden' rs:number='17'da___ rs:write='true'&gt;da___&lt;s:datatype dt:type='int' dt:maxLength='4' rs:precision='0'da___ rs:fixedlength='true' rs:maybenull='false'/&gt;da__&lt;/s:AttributeType&gt;da__&lt;s:AttributeType name='fldFieldLen' rs:number='18' rs:write='true'&gt;da___&lt;s:datatype dt:type='int' dt:maxLength='4' rs:precision='0'da___ rs:fixedlength='true' rs:maybenull='false'/&gt;da__&lt;/s:AttributeType&gt;da__&lt;s:AttributeType name='fldFieldHelp' rs:number='19'da___ rs:write='true'&gt;da___&lt;s:datatype dt:type='string' dt:maxLength='32767' rs:precision='0'da___ rs:long='true' rs:maybenull='false'/&gt;da__&lt;/s:AttributeType&gt;da__&lt;s:AttributeType name='fldFieldXpath' rs:number='20'da___ rs:write='true'&gt;da___&lt;s:datatype dt:type='string' dt:maxLength='32767' rs:precision='0'da___ rs:long='true' rs:maybenull='false'/&gt;da__&lt;/s:AttributeType&gt;da__&lt;s:AttributeType name='fldFieldLinkedProp' rs:number='21'da___ rs:write='true'&gt;da___&lt;s:datatype dt:type='string' dt:maxLength='32767' rs:precision='0'da___ rs:long='true' rs:maybenull='false'/&gt;da__&lt;/s:AttributeType&gt;da__&lt;s:extends type='rs:rowbase'/&gt;da_&lt;/s:ElementType&gt;da&lt;/s:Schema&gt;da&lt;rs:data&gt;da_&lt;z:row fldFieldID='VV55A31A8A3536B546A88B44A601A56694'da__ fldFieldName='SmFhcnRhbA==' fldFieldDescription='' fldFieldIndex='2'da__ fldFieldPrompt='SmFhcnRhbA==' fldFieldTip='' fldFieldDataType='2'da__ fldFieldFormat='eXl5eQ==' fldFieldDefault='' fldFieldDocProp=''da__ fldFieldRequired='0' fldFieldDataSource='0' fldFieldDialogRelation='GRABE863F588D67A44BEC8432EE28CBF9F'da__ fldFieldList='0' fldFieldRun='MQ==' fldFieldMerge='False'da__ fldFieldHidden='0' fldFieldLen='-1' fldFieldHelp='' fldFieldXpath=''da__ fldFieldLinkedProp=''/&gt;da_&lt;z:row fldFieldID='VVEB7F55A7C9061646830C6E2FC198EA15'da__ fldFieldName='RGF0dW0=' fldFieldDescription='' fldFieldIndex='3'da__ fldFieldPrompt='RGF0dW0gYiZ3IGJlc2x1aXQ=' fldFieldTip=''da__ fldFieldDataType='2' fldFieldFormat='ZC9NTS95eXl5' fldFieldDefault=''da__ fldFieldDocProp='' fldFieldRequired='0' fldFieldDataSource='0'da__ fldFieldDialogRelation='GRABE863F588D67A44BEC8432EE28CBF9F'da__ fldFieldList='0' fldFieldRun='MA==' fldFieldMerge='False'da__ fldFieldHidden='0' fldFieldLen='-1' fldFieldHelp='' fldFieldXpath=''da__ fldFieldLinkedProp=''/&gt;da_&lt;z:row fldFieldID='VV97A28092E976494ABFAA440A8A5F1E58'da__ fldFieldName='T25kZXJ3ZXJw' fldFieldDescription='aXMgaGV0emVsZmRlIGFscyBoZXQgb25kZXJ3ZXJwIGluIGhldCBiJncgYWR2aWVz'da__ fldFieldIndex='4' fldFieldPrompt='T25kZXJ3ZXJw' fldFieldTip=''da__ fldFieldDataType='0' fldFieldFormat='Z2Vlbg==' fldFieldDefault=''da__ fldFieldDocProp='b25kZXJ3ZXJw' fldFieldRequired='1' fldFieldDataSource='0'da__ fldFieldDialogRelation='GRABE863F588D67A44BEC8432EE28CBF9F'da__ fldFieldList='0' fldFieldRun='MA==' fldFieldMerge='False'da__ fldFieldHidden='0' fldFieldLen='-1' fldFieldHelp='' fldFieldXpath=''da__ fldFieldLinkedProp=''/&gt;da_&lt;z:row fldFieldID='VV3F2C9AAB8DA2C74DBAF5693529228501'da__ fldFieldName='VmVyc2llbnVtbWVy' fldFieldDescription='TWFhayBlZW4ga2V1emUuIExldCBvcCBiaWogaWVkZXJlIHdpanppZ2luZyBkZSBnZXdpanppZ2RlIHRla3N0IGVlbiBnZWxlIGFjaHRlcmdyb25kIGdldmVuIGVuIGRlIHZlcnNpZSBhYW5wYXNzZW4gISEhISE='da__ fldFieldIndex='5' fldFieldPrompt='VmVyc2llbnVtbWVyIGludnVsbGVu'da__ fldFieldTip='' fldFieldDataType='0' fldFieldFormat='Z2Vlbg=='da__ fldFieldDefault='' fldFieldDocProp='' fldFieldRequired='3'da__ fldFieldDataSource='0' fldFieldDialogRelation='GRABE863F588D67A44BEC8432EE28CBF9F'da__ fldFieldList='1' fldFieldRun='MA==' fldFieldMerge='False'da__ fldFieldHidden='0' fldFieldLen='-1' fldFieldHelp='' fldFieldXpath=''da__ fldFieldLinkedProp=''/&gt;da_&lt;z:row fldFieldID='VVE93C9DDC3C8E2643BD8235077045119F'da__ fldFieldName='UmFhZHNiZXNsdWl0' fldFieldDescription=''da__ fldFieldIndex='6' fldFieldPrompt='UmFhZHNiZXNsdWl0' fldFieldTip=''da__ fldFieldDataType='0' fldFieldFormat='Z2Vlbg==' fldFieldDefault=''da__ fldFieldDocProp='aW5ob3Vk' fldFieldRequired='3' fldFieldDataSource='0'da__ fldFieldDialogRelation='GRABE863F588D67A44BEC8432EE28CBF9F'da__ fldFieldList='1' fldFieldRun='MA==' fldFieldMerge='False'da__ fldFieldHidden='0' fldFieldLen='-1' fldFieldHelp='' fldFieldXpath=''da__ fldFieldLinkedProp=''/&gt;da&lt;/rs:data&gt;da&lt;/xml&gt;"/>
    <w:docVar w:name="tblGroup" w:val="&lt;xml xmlns:s='uuid:BDC6E3F0-6DA3-11d1-A2A3-00AA00C14882'da_xmlns:dt='uuid:C2F41010-65B3-11d1-A29F-00AA00C14882'da_xmlns:rs='urn:schemas-microsoft-com:rowset'da_xmlns:z='#RowsetSchema'&gt;da&lt;s:Schema id='RowsetSchema'&gt;da_&lt;s:ElementType name='row' content='eltOnly' rs:updatable='true'&gt;da__&lt;s:AttributeType name='fldGroupID' rs:number='1' rs:write='true'&gt;da___&lt;s:datatype dt:type='string' dt:maxLength='80' rs:precision='0'da___ rs:maybenull='false'/&gt;da__&lt;/s:AttributeType&gt;da__&lt;s:AttributeType name='fldGroupName' rs:number='2' rs:write='true'&gt;da___&lt;s:datatype dt:type='string' dt:maxLength='150' rs:precision='0'da___ rs:maybenull='false'/&gt;da__&lt;/s:AttributeType&gt;da__&lt;s:AttributeType name='fldGroupDescription' rs:number='3'da___ rs:nullable='true' rs:write='true'&gt;da___&lt;s:datatype dt:type='string' dt:maxLength='800' rs:precision='0'da___ rs:long='true' rs:maybenull='false'/&gt;da__&lt;/s:AttributeType&gt;da__&lt;s:AttributeType name='fldGroupIndex' rs:number='4'da___ rs:write='true'&gt;da___&lt;s:datatype dt:type='int' dt:maxLength='4' rs:precision='0'da___ rs:fixedlength='true' rs:maybenull='false'/&gt;da__&lt;/s:AttributeType&gt;da__&lt;s:extends type='rs:rowbase'/&gt;da_&lt;/s:ElementType&gt;da&lt;/s:Schema&gt;da&lt;rs:data&gt;da_&lt;z:row fldGroupID='GRABE863F588D67A44BEC8432EE28CBF9F'da__ fldGroupName='S29wIHJhYWRzdm9vcnN0ZWw=' fldGroupDescription=''da__ fldGroupIndex='1'/&gt;da&lt;/rs:data&gt;da&lt;/xml&gt;"/>
    <w:docVar w:name="tblValue" w:val="&lt;xml xmlns:s='uuid:BDC6E3F0-6DA3-11d1-A2A3-00AA00C14882'da_xmlns:dt='uuid:C2F41010-65B3-11d1-A29F-00AA00C14882'da_xmlns:rs='urn:schemas-microsoft-com:rowset'da_xmlns:z='#RowsetSchema'&gt;da&lt;s:Schema id='RowsetSchema'&gt;da_&lt;s:ElementType name='row' content='eltOnly' rs:updatable='true'&gt;da__&lt;s:AttributeType name='fldValueID' rs:number='1' rs:write='true'&gt;da___&lt;s:datatype dt:type='string' dt:maxLength='80' rs:precision='0'da___ rs:maybenull='false'/&gt;da__&lt;/s:AttributeType&gt;da__&lt;s:AttributeType name='fldValueParentID' rs:number='2'da___ rs:write='true'&gt;da___&lt;s:datatype dt:type='string' dt:maxLength='80' rs:precision='0'da___ rs:maybenull='false'/&gt;da__&lt;/s:AttributeType&gt;da__&lt;s:AttributeType name='fldValueName' rs:number='3' rs:write='true'&gt;da___&lt;s:datatype dt:type='string' dt:maxLength='32767' rs:precision='0'da___ rs:long='true' rs:maybenull='false'/&gt;da__&lt;/s:AttributeType&gt;da__&lt;s:AttributeType name='fldValueExValue' rs:number='4'da___ rs:nullable='true' rs:write='true'&gt;da___&lt;s:datatype dt:type='string' dt:maxLength='800' rs:precision='0'da___ rs:long='true' rs:maybenull='false'/&gt;da__&lt;/s:AttributeType&gt;da__&lt;s:AttributeType name='fldValueIndex' rs:number='5'da___ rs:write='true'&gt;da___&lt;s:datatype dt:type='int' dt:maxLength='4' rs:precision='0'da___ rs:fixedlength='true' rs:maybenull='false'/&gt;da__&lt;/s:AttributeType&gt;da__&lt;s:AttributeType name='fldValueType' rs:number='6' rs:write='true'&gt;da___&lt;s:datatype dt:type='int' dt:maxLength='4' rs:precision='0'da___ rs:fixedlength='true' rs:maybenull='false'/&gt;da__&lt;/s:AttributeType&gt;da__&lt;s:extends type='rs:rowbase'/&gt;da_&lt;/s:ElementType&gt;da&lt;/s:Schema&gt;da&lt;rs:data&gt;da_&lt;z:row fldValueID='D8F4314DE406724396DA51D211680452~0'da__ fldValueParentID='VVE93C9DDC3C8E2643BD8235077045119F'da__ fldValueName='QkVTTFVJVEVO' fldValueExValue='' fldValueIndex='1'da__ fldValueType='0'/&gt;da_&lt;z:row fldValueID='7A63292F7BA413429CEA10C59AB41567~0'da__ fldValueParentID='VV3F2C9AAB8DA2C74DBAF5693529228501'da__ fldValueName='TnIuIDEgQ29uY2VwdA==' fldValueExValue=''da__ fldValueIndex='1' fldValueType='0'/&gt;da_&lt;z:row fldValueID='8AACD07D31CB204DBE270765036CF6A9~0'da__ fldValueParentID='VV3F2C9AAB8DA2C74DBAF5693529228501'da__ fldValueName='TnIuIDIgRGVmaW5pdGllZg==' fldValueExValue=''da__ fldValueIndex='2' fldValueType='0'/&gt;da_&lt;z:row fldValueID='4D2F2EC88ECCC9499964351D9D3B3D37~0'da__ fldValueParentID='VV3F2C9AAB8DA2C74DBAF5693529228501'da__ fldValueName='TnIuIDMgRGVmaW5pdGllZiBuYSBjb21taXNzaWU='da__ fldValueExValue='' fldValueIndex='3' fldValueType='0'/&gt;da_&lt;z:row fldValueID='FEED0C4813FB5E4790CD1290679E66BC~0'da__ fldValueParentID='VV3F2C9AAB8DA2C74DBAF5693529228501'da__ fldValueName='TnIuIDQgRGVmaW5pdGllZiBuYSByYWFk' fldValueExValue=''da__ fldValueIndex='4' fldValueType='0'/&gt;da&lt;/rs:data&gt;da&lt;/xml&gt;"/>
  </w:docVars>
  <w:rsids>
    <w:rsidRoot w:val="009F28AF"/>
    <w:rsid w:val="00016672"/>
    <w:rsid w:val="000210D7"/>
    <w:rsid w:val="00051F3E"/>
    <w:rsid w:val="00094E08"/>
    <w:rsid w:val="001851DA"/>
    <w:rsid w:val="00193985"/>
    <w:rsid w:val="001E5B37"/>
    <w:rsid w:val="002802A8"/>
    <w:rsid w:val="002875D2"/>
    <w:rsid w:val="00292C2F"/>
    <w:rsid w:val="002B0C0D"/>
    <w:rsid w:val="002E0A54"/>
    <w:rsid w:val="00313157"/>
    <w:rsid w:val="00317B47"/>
    <w:rsid w:val="0032632B"/>
    <w:rsid w:val="00334C17"/>
    <w:rsid w:val="00350D03"/>
    <w:rsid w:val="00356F4B"/>
    <w:rsid w:val="003C17F2"/>
    <w:rsid w:val="003F362E"/>
    <w:rsid w:val="00426A3A"/>
    <w:rsid w:val="004768E5"/>
    <w:rsid w:val="004B610F"/>
    <w:rsid w:val="004B6D00"/>
    <w:rsid w:val="00504822"/>
    <w:rsid w:val="00523828"/>
    <w:rsid w:val="0052392B"/>
    <w:rsid w:val="005B5625"/>
    <w:rsid w:val="005C2019"/>
    <w:rsid w:val="005E2788"/>
    <w:rsid w:val="005F25A5"/>
    <w:rsid w:val="00611571"/>
    <w:rsid w:val="00615835"/>
    <w:rsid w:val="006666E2"/>
    <w:rsid w:val="0068501E"/>
    <w:rsid w:val="006C167C"/>
    <w:rsid w:val="006C272E"/>
    <w:rsid w:val="006D48AE"/>
    <w:rsid w:val="006F27B9"/>
    <w:rsid w:val="00747EE0"/>
    <w:rsid w:val="007A5E50"/>
    <w:rsid w:val="007A7E02"/>
    <w:rsid w:val="007F2400"/>
    <w:rsid w:val="008250DE"/>
    <w:rsid w:val="00843EE2"/>
    <w:rsid w:val="00872C8A"/>
    <w:rsid w:val="008B345A"/>
    <w:rsid w:val="008C7DE4"/>
    <w:rsid w:val="008E5058"/>
    <w:rsid w:val="008E6AAC"/>
    <w:rsid w:val="00923C17"/>
    <w:rsid w:val="00923C62"/>
    <w:rsid w:val="00935798"/>
    <w:rsid w:val="00995B30"/>
    <w:rsid w:val="009C1CEC"/>
    <w:rsid w:val="009C4AB2"/>
    <w:rsid w:val="009F28AF"/>
    <w:rsid w:val="00A01A60"/>
    <w:rsid w:val="00A03D1B"/>
    <w:rsid w:val="00AA61D8"/>
    <w:rsid w:val="00AB2315"/>
    <w:rsid w:val="00AD637D"/>
    <w:rsid w:val="00AE1145"/>
    <w:rsid w:val="00B31ED8"/>
    <w:rsid w:val="00B53829"/>
    <w:rsid w:val="00B92247"/>
    <w:rsid w:val="00B97AB8"/>
    <w:rsid w:val="00C37328"/>
    <w:rsid w:val="00CD4623"/>
    <w:rsid w:val="00D33D88"/>
    <w:rsid w:val="00DB25BE"/>
    <w:rsid w:val="00E14F6E"/>
    <w:rsid w:val="00E1509E"/>
    <w:rsid w:val="00E771AE"/>
    <w:rsid w:val="00EB400F"/>
    <w:rsid w:val="00ED6630"/>
    <w:rsid w:val="00F7015D"/>
    <w:rsid w:val="00F717CE"/>
    <w:rsid w:val="00F8196F"/>
    <w:rsid w:val="00F876B8"/>
    <w:rsid w:val="00FA2453"/>
    <w:rsid w:val="00FB0C4A"/>
    <w:rsid w:val="00FC07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35CB8F24"/>
  <w15:docId w15:val="{D344EAAB-CF4F-4FFF-84C0-76BE4F85B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rFonts w:ascii="Univers" w:hAnsi="Univers"/>
      <w:lang w:val="nl-NL" w:eastAsia="nl-NL"/>
    </w:rPr>
  </w:style>
  <w:style w:type="paragraph" w:styleId="Kop1">
    <w:name w:val="heading 1"/>
    <w:basedOn w:val="Standaard"/>
    <w:next w:val="Standaard1"/>
    <w:link w:val="Kop1Char"/>
    <w:uiPriority w:val="9"/>
    <w:qFormat/>
    <w:pPr>
      <w:keepNext/>
      <w:numPr>
        <w:numId w:val="2"/>
      </w:numPr>
      <w:outlineLvl w:val="0"/>
    </w:pPr>
    <w:rPr>
      <w:b/>
      <w:sz w:val="22"/>
    </w:rPr>
  </w:style>
  <w:style w:type="paragraph" w:styleId="Kop2">
    <w:name w:val="heading 2"/>
    <w:basedOn w:val="Standaard"/>
    <w:next w:val="Standaard"/>
    <w:link w:val="Kop2Char"/>
    <w:uiPriority w:val="9"/>
    <w:qFormat/>
    <w:pPr>
      <w:keepNext/>
      <w:numPr>
        <w:ilvl w:val="1"/>
        <w:numId w:val="2"/>
      </w:numPr>
      <w:spacing w:before="240" w:after="60"/>
      <w:outlineLvl w:val="1"/>
    </w:pPr>
    <w:rPr>
      <w:b/>
      <w:i/>
      <w:sz w:val="22"/>
    </w:rPr>
  </w:style>
  <w:style w:type="paragraph" w:styleId="Kop3">
    <w:name w:val="heading 3"/>
    <w:basedOn w:val="Standaard"/>
    <w:next w:val="Standaard"/>
    <w:link w:val="Kop3Char"/>
    <w:uiPriority w:val="9"/>
    <w:qFormat/>
    <w:pPr>
      <w:keepNext/>
      <w:spacing w:line="360" w:lineRule="auto"/>
      <w:outlineLvl w:val="2"/>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locked/>
    <w:rPr>
      <w:rFonts w:asciiTheme="majorHAnsi" w:eastAsiaTheme="majorEastAsia" w:hAnsiTheme="majorHAnsi" w:cs="Times New Roman"/>
      <w:b/>
      <w:bCs/>
      <w:kern w:val="32"/>
      <w:sz w:val="32"/>
      <w:szCs w:val="32"/>
      <w:rtl w:val="0"/>
      <w:cs w:val="0"/>
    </w:rPr>
  </w:style>
  <w:style w:type="character" w:customStyle="1" w:styleId="Kop2Char">
    <w:name w:val="Kop 2 Char"/>
    <w:basedOn w:val="Standaardalinea-lettertype"/>
    <w:link w:val="Kop2"/>
    <w:uiPriority w:val="9"/>
    <w:semiHidden/>
    <w:locked/>
    <w:rPr>
      <w:rFonts w:asciiTheme="majorHAnsi" w:eastAsiaTheme="majorEastAsia" w:hAnsiTheme="majorHAnsi" w:cs="Times New Roman"/>
      <w:b/>
      <w:bCs/>
      <w:i/>
      <w:iCs/>
      <w:sz w:val="28"/>
      <w:szCs w:val="28"/>
      <w:rtl w:val="0"/>
      <w:cs w:val="0"/>
    </w:rPr>
  </w:style>
  <w:style w:type="character" w:customStyle="1" w:styleId="Kop3Char">
    <w:name w:val="Kop 3 Char"/>
    <w:basedOn w:val="Standaardalinea-lettertype"/>
    <w:link w:val="Kop3"/>
    <w:uiPriority w:val="9"/>
    <w:semiHidden/>
    <w:locked/>
    <w:rPr>
      <w:rFonts w:asciiTheme="majorHAnsi" w:eastAsiaTheme="majorEastAsia" w:hAnsiTheme="majorHAnsi" w:cs="Times New Roman"/>
      <w:b/>
      <w:bCs/>
      <w:sz w:val="26"/>
      <w:szCs w:val="26"/>
      <w:rtl w:val="0"/>
      <w:cs w:val="0"/>
    </w:rPr>
  </w:style>
  <w:style w:type="paragraph" w:styleId="Koptekst">
    <w:name w:val="header"/>
    <w:basedOn w:val="Standaard"/>
    <w:link w:val="KoptekstChar"/>
    <w:uiPriority w:val="99"/>
    <w:pPr>
      <w:tabs>
        <w:tab w:val="center" w:pos="4536"/>
        <w:tab w:val="right" w:pos="9072"/>
      </w:tabs>
    </w:pPr>
  </w:style>
  <w:style w:type="character" w:customStyle="1" w:styleId="KoptekstChar">
    <w:name w:val="Koptekst Char"/>
    <w:basedOn w:val="Standaardalinea-lettertype"/>
    <w:link w:val="Koptekst"/>
    <w:uiPriority w:val="99"/>
    <w:semiHidden/>
    <w:locked/>
    <w:rPr>
      <w:rFonts w:ascii="Univers" w:hAnsi="Univers" w:cs="Times New Roman"/>
      <w:rtl w:val="0"/>
      <w:cs w:val="0"/>
    </w:rPr>
  </w:style>
  <w:style w:type="paragraph" w:customStyle="1" w:styleId="Standaard1">
    <w:name w:val="Standaard1"/>
    <w:basedOn w:val="Standaard"/>
    <w:pPr>
      <w:ind w:left="431"/>
    </w:pPr>
  </w:style>
  <w:style w:type="table" w:styleId="Tabelraster">
    <w:name w:val="Table Grid"/>
    <w:basedOn w:val="Standaardtabe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pPr>
      <w:tabs>
        <w:tab w:val="center" w:pos="4536"/>
        <w:tab w:val="right" w:pos="9072"/>
      </w:tabs>
    </w:pPr>
  </w:style>
  <w:style w:type="character" w:customStyle="1" w:styleId="VoettekstChar">
    <w:name w:val="Voettekst Char"/>
    <w:basedOn w:val="Standaardalinea-lettertype"/>
    <w:link w:val="Voettekst"/>
    <w:uiPriority w:val="99"/>
    <w:semiHidden/>
    <w:locked/>
    <w:rPr>
      <w:rFonts w:ascii="Univers" w:hAnsi="Univers" w:cs="Times New Roman"/>
      <w:rtl w:val="0"/>
      <w:cs w:val="0"/>
    </w:rPr>
  </w:style>
  <w:style w:type="character" w:styleId="Hyperlink">
    <w:name w:val="Hyperlink"/>
    <w:basedOn w:val="Standaardalinea-lettertype"/>
    <w:uiPriority w:val="99"/>
    <w:rsid w:val="00923C17"/>
    <w:rPr>
      <w:rFonts w:cs="Times New Roman"/>
      <w:color w:val="0000FF"/>
      <w:u w:val="single"/>
      <w:rtl w:val="0"/>
      <w:cs w:val="0"/>
    </w:rPr>
  </w:style>
  <w:style w:type="paragraph" w:styleId="Ballontekst">
    <w:name w:val="Balloon Text"/>
    <w:basedOn w:val="Standaard"/>
    <w:link w:val="BallontekstChar"/>
    <w:uiPriority w:val="99"/>
    <w:rsid w:val="00995B30"/>
    <w:rPr>
      <w:rFonts w:ascii="Tahoma" w:hAnsi="Tahoma" w:cs="Tahoma"/>
      <w:sz w:val="16"/>
      <w:szCs w:val="16"/>
    </w:rPr>
  </w:style>
  <w:style w:type="character" w:customStyle="1" w:styleId="BallontekstChar">
    <w:name w:val="Ballontekst Char"/>
    <w:basedOn w:val="Standaardalinea-lettertype"/>
    <w:link w:val="Ballontekst"/>
    <w:uiPriority w:val="99"/>
    <w:locked/>
    <w:rsid w:val="00995B30"/>
    <w:rPr>
      <w:rFonts w:ascii="Tahoma" w:hAnsi="Tahoma" w:cs="Tahoma"/>
      <w:sz w:val="16"/>
      <w:szCs w:val="16"/>
      <w:rtl w:val="0"/>
      <w: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k1\AppData\Local\Temp\22\MITOFFICE\Raadsbesluit.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Raadsbesluit</Template>
  <TotalTime>37</TotalTime>
  <Pages>2</Pages>
  <Words>479</Words>
  <Characters>2635</Characters>
  <Application>Microsoft Office Word</Application>
  <DocSecurity>0</DocSecurity>
  <Lines>21</Lines>
  <Paragraphs>6</Paragraphs>
  <ScaleCrop>false</ScaleCrop>
  <Company>gemeente Leiderdorp</Company>
  <LinksUpToDate>false</LinksUpToDate>
  <CharactersWithSpaces>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Afdeling:</dc:title>
  <dc:creator>Kuijt, Robert Jan</dc:creator>
  <cp:lastModifiedBy>Pol, Dave van der</cp:lastModifiedBy>
  <cp:revision>31</cp:revision>
  <dcterms:created xsi:type="dcterms:W3CDTF">2014-02-05T10:31:00Z</dcterms:created>
  <dcterms:modified xsi:type="dcterms:W3CDTF">2025-12-04T12:49:00Z</dcterms:modified>
</cp:coreProperties>
</file>