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0558B" w14:textId="0C040CF0" w:rsidR="00BE7C13" w:rsidRDefault="00BE7C13" w:rsidP="00BE7C13"/>
    <w:p w14:paraId="764E8AFC" w14:textId="77777777" w:rsidR="00BE7C13" w:rsidRDefault="00BE7C13" w:rsidP="00BE7C13"/>
    <w:p w14:paraId="3E36EF6A" w14:textId="77777777" w:rsidR="00BE7C13" w:rsidRDefault="006F05EC" w:rsidP="00BE7C13">
      <w:r w:rsidRPr="00B75B9D">
        <w:rPr>
          <w:rFonts w:cs="Arial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3F1927EA" wp14:editId="431D1D6A">
                <wp:simplePos x="0" y="0"/>
                <wp:positionH relativeFrom="column">
                  <wp:posOffset>2924175</wp:posOffset>
                </wp:positionH>
                <wp:positionV relativeFrom="page">
                  <wp:posOffset>1969135</wp:posOffset>
                </wp:positionV>
                <wp:extent cx="3105150" cy="114300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FB51B" w14:textId="6591F01A" w:rsidR="00910A07" w:rsidRDefault="001D0312" w:rsidP="00910A07">
                            <w:r>
                              <w:t>Hardenberg</w:t>
                            </w:r>
                          </w:p>
                          <w:p w14:paraId="731F88D3" w14:textId="1D87E5AC" w:rsidR="006F05EC" w:rsidRDefault="001D0312" w:rsidP="006F05EC">
                            <w:r>
                              <w:t>Dunant Mepschen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927E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30.25pt;margin-top:155.05pt;width:244.5pt;height:90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" filled="f" stroked="f">
                <v:textbox>
                  <w:txbxContent>
                    <w:p w14:paraId="47EFB51B" w14:textId="6591F01A" w:rsidR="00910A07" w:rsidRDefault="001D0312" w:rsidP="00910A07">
                      <w:r>
                        <w:t>Hardenberg</w:t>
                      </w:r>
                    </w:p>
                    <w:p w14:paraId="731F88D3" w14:textId="1D87E5AC" w:rsidR="006F05EC" w:rsidRDefault="001D0312" w:rsidP="006F05EC">
                      <w:r>
                        <w:t>Dunant Mepschen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C8B97BD" w14:textId="77777777" w:rsidR="000734EC" w:rsidRDefault="000734EC" w:rsidP="000734EC">
      <w:r>
        <w:t>Veiligheidsregio IJsselland</w:t>
      </w:r>
    </w:p>
    <w:p w14:paraId="72490C84" w14:textId="77777777" w:rsidR="000734EC" w:rsidRDefault="000734EC" w:rsidP="000734EC">
      <w:r>
        <w:t>Postbus 1453</w:t>
      </w:r>
    </w:p>
    <w:p w14:paraId="77722281" w14:textId="77777777" w:rsidR="000734EC" w:rsidRDefault="000734EC" w:rsidP="000734EC">
      <w:r>
        <w:t>8001 BL</w:t>
      </w:r>
      <w:r w:rsidRPr="00C3317A">
        <w:t xml:space="preserve"> Zwolle</w:t>
      </w:r>
    </w:p>
    <w:p w14:paraId="70A2A71F" w14:textId="77777777" w:rsidR="00BE7C13" w:rsidRDefault="00BE7C13" w:rsidP="00BE7C13"/>
    <w:p w14:paraId="2AF23EA2" w14:textId="77777777" w:rsidR="00BE7C13" w:rsidRDefault="00BE7C13" w:rsidP="00BE7C13"/>
    <w:p w14:paraId="2A5995C2" w14:textId="77777777" w:rsidR="00BE7C13" w:rsidRDefault="00BE7C13" w:rsidP="00BE7C13"/>
    <w:p w14:paraId="49D30333" w14:textId="77777777" w:rsidR="00BE7C13" w:rsidRDefault="00BE7C13" w:rsidP="00BE7C13"/>
    <w:p w14:paraId="6675292A" w14:textId="3B42A90A" w:rsidR="001D0312" w:rsidRDefault="001D0312" w:rsidP="001D0312">
      <w:r>
        <w:t>Datum:</w:t>
      </w:r>
      <w:r>
        <w:tab/>
      </w:r>
      <w:r>
        <w:tab/>
      </w:r>
      <w:r w:rsidR="004E2120">
        <w:t>0</w:t>
      </w:r>
      <w:r w:rsidR="00B67F7E">
        <w:t>4</w:t>
      </w:r>
      <w:r w:rsidR="004E2120">
        <w:t>-06-2024</w:t>
      </w:r>
    </w:p>
    <w:p w14:paraId="37B9121D" w14:textId="77777777" w:rsidR="001D0312" w:rsidRDefault="001D0312" w:rsidP="001D0312">
      <w:r>
        <w:t>Kenmerk:</w:t>
      </w:r>
      <w:r>
        <w:tab/>
      </w:r>
      <w:r>
        <w:tab/>
      </w:r>
      <w:r w:rsidRPr="00D2090B">
        <w:t>V2023-1542-01</w:t>
      </w:r>
      <w:r>
        <w:t>/</w:t>
      </w:r>
      <w:r w:rsidRPr="00D2090B">
        <w:t xml:space="preserve"> Z2024-00000101</w:t>
      </w:r>
    </w:p>
    <w:p w14:paraId="51F8C4EA" w14:textId="77777777" w:rsidR="001D0312" w:rsidRDefault="001D0312" w:rsidP="001D0312">
      <w:r>
        <w:t>Doorkiesnummer:</w:t>
      </w:r>
      <w:r>
        <w:tab/>
        <w:t>06-27080143</w:t>
      </w:r>
    </w:p>
    <w:p w14:paraId="4FA731CE" w14:textId="1344EE83" w:rsidR="001D0312" w:rsidRDefault="001D0312" w:rsidP="001D0312">
      <w:r>
        <w:t>Onderwerp:</w:t>
      </w:r>
      <w:r>
        <w:tab/>
      </w:r>
      <w:r>
        <w:tab/>
        <w:t>Toets brandveiligheid Rheezerweg 73</w:t>
      </w:r>
      <w:r w:rsidR="00D86003">
        <w:t>c</w:t>
      </w:r>
      <w:r>
        <w:t>, Hardenberg</w:t>
      </w:r>
    </w:p>
    <w:p w14:paraId="23AA5C7F" w14:textId="77777777" w:rsidR="00BE7C13" w:rsidRDefault="00BE7C13" w:rsidP="00BE7C13"/>
    <w:p w14:paraId="59AB3A32" w14:textId="77777777" w:rsidR="00BE7C13" w:rsidRDefault="00BE7C13" w:rsidP="00BE7C13"/>
    <w:p w14:paraId="18E463A3" w14:textId="5723405E" w:rsidR="00BE7C13" w:rsidRDefault="00910A07" w:rsidP="006F05EC">
      <w:r>
        <w:t xml:space="preserve">Beste </w:t>
      </w:r>
      <w:r w:rsidR="001D0312">
        <w:t>heer Mepschen</w:t>
      </w:r>
    </w:p>
    <w:p w14:paraId="0CCF2508" w14:textId="77777777" w:rsidR="00910A07" w:rsidRDefault="00910A07" w:rsidP="006F05EC"/>
    <w:p w14:paraId="01CC5BF5" w14:textId="210E6D5A" w:rsidR="00910A07" w:rsidRDefault="00FB4ECE" w:rsidP="00FB4ECE">
      <w:pPr>
        <w:spacing w:line="240" w:lineRule="auto"/>
      </w:pPr>
      <w:r>
        <w:t xml:space="preserve">Op </w:t>
      </w:r>
      <w:r w:rsidR="004E2120">
        <w:t>28-05</w:t>
      </w:r>
      <w:r w:rsidR="001D0312">
        <w:t>-2024</w:t>
      </w:r>
      <w:r>
        <w:t xml:space="preserve"> </w:t>
      </w:r>
      <w:r w:rsidR="00232D73">
        <w:t>heeft u ons gevraagd om de brandveiligheid te toetsen van bovenstaande locatie.</w:t>
      </w:r>
      <w:r>
        <w:t xml:space="preserve"> </w:t>
      </w:r>
      <w:r w:rsidR="00232D73">
        <w:t>In deze brief vindt u de conclusie van onze beoordeling.</w:t>
      </w:r>
    </w:p>
    <w:p w14:paraId="17F07463" w14:textId="77777777" w:rsidR="00FB4ECE" w:rsidRDefault="00FB4ECE" w:rsidP="00FB4ECE">
      <w:pPr>
        <w:spacing w:line="240" w:lineRule="auto"/>
      </w:pPr>
    </w:p>
    <w:p w14:paraId="7EADBE26" w14:textId="3279740A" w:rsidR="00232D73" w:rsidRPr="00232D73" w:rsidRDefault="00232D73" w:rsidP="00232D73">
      <w:pPr>
        <w:spacing w:line="240" w:lineRule="auto"/>
        <w:rPr>
          <w:b/>
          <w:bCs/>
        </w:rPr>
      </w:pPr>
      <w:r w:rsidRPr="00232D73">
        <w:rPr>
          <w:b/>
          <w:bCs/>
        </w:rPr>
        <w:t>Wij adviseren u de vergunning te verlenen</w:t>
      </w:r>
    </w:p>
    <w:p w14:paraId="6A64B3E2" w14:textId="6449EDA4" w:rsidR="00232D73" w:rsidRDefault="00232D73" w:rsidP="00232D73">
      <w:pPr>
        <w:spacing w:line="240" w:lineRule="auto"/>
      </w:pPr>
      <w:r>
        <w:t>De brandveiligheid voldoet aan de wettelijke eisen. In de bijlage vindt u een toelichting en</w:t>
      </w:r>
    </w:p>
    <w:p w14:paraId="3455DD83" w14:textId="77777777" w:rsidR="00232D73" w:rsidRDefault="00232D73" w:rsidP="00232D73">
      <w:pPr>
        <w:spacing w:line="240" w:lineRule="auto"/>
      </w:pPr>
      <w:r>
        <w:t>mogelijke aandachtspunten. Ook vindt u daar ons advies over het verkleinen van risico’s. Wilt u deze informatie delen met de eigenaar of de gebruiker van deze locatie?</w:t>
      </w:r>
    </w:p>
    <w:p w14:paraId="5D1FC075" w14:textId="77777777" w:rsidR="00232D73" w:rsidRDefault="00232D73" w:rsidP="00FB4ECE">
      <w:pPr>
        <w:spacing w:line="240" w:lineRule="auto"/>
      </w:pPr>
    </w:p>
    <w:p w14:paraId="2627287D" w14:textId="77777777" w:rsidR="00232D73" w:rsidRPr="00232D73" w:rsidRDefault="00232D73" w:rsidP="00232D73">
      <w:pPr>
        <w:spacing w:line="240" w:lineRule="auto"/>
        <w:rPr>
          <w:b/>
          <w:bCs/>
        </w:rPr>
      </w:pPr>
      <w:r w:rsidRPr="00232D73">
        <w:rPr>
          <w:b/>
          <w:bCs/>
        </w:rPr>
        <w:t>Wij hebben gebruik gemaakt van de volgende wet- en regelgeving</w:t>
      </w:r>
    </w:p>
    <w:p w14:paraId="47491109" w14:textId="77777777" w:rsidR="00232D73" w:rsidRDefault="00232D73" w:rsidP="00232D73">
      <w:pPr>
        <w:spacing w:line="240" w:lineRule="auto"/>
      </w:pPr>
      <w:r>
        <w:t xml:space="preserve">- brand- en vluchtveiligheidsvoorschriften uit het </w:t>
      </w:r>
      <w:r w:rsidR="00191DEE">
        <w:t>Besluit bouwwerken leefomgeving (Bbl)</w:t>
      </w:r>
    </w:p>
    <w:p w14:paraId="591F6700" w14:textId="77777777" w:rsidR="00FB4ECE" w:rsidRDefault="00FB4ECE" w:rsidP="00FB4ECE">
      <w:pPr>
        <w:spacing w:line="240" w:lineRule="auto"/>
      </w:pPr>
    </w:p>
    <w:p w14:paraId="24BF57F3" w14:textId="77777777" w:rsidR="00910A07" w:rsidRPr="00910A07" w:rsidRDefault="00910A07" w:rsidP="00910A07">
      <w:pPr>
        <w:spacing w:line="240" w:lineRule="auto"/>
        <w:rPr>
          <w:b/>
          <w:bCs/>
        </w:rPr>
      </w:pPr>
      <w:r w:rsidRPr="00910A07">
        <w:rPr>
          <w:b/>
          <w:bCs/>
        </w:rPr>
        <w:t>Bel of mail gerust als u vragen heeft</w:t>
      </w:r>
    </w:p>
    <w:p w14:paraId="678D74DB" w14:textId="77777777" w:rsidR="001D0312" w:rsidRDefault="001D0312" w:rsidP="001D0312">
      <w:pPr>
        <w:spacing w:line="240" w:lineRule="auto"/>
      </w:pPr>
      <w:r>
        <w:t>Mevrouw Natasja Kommer helpt u graag. Zij is bereikbaar op telefoonnummer 06-27080143. Een e-mail sturen naar rb.hardenberg@vrijsselland.nl mag natuurlijk ook.</w:t>
      </w:r>
    </w:p>
    <w:p w14:paraId="15EA6F82" w14:textId="4851072F" w:rsidR="00232D73" w:rsidRDefault="00910A07" w:rsidP="00227B78">
      <w:pPr>
        <w:spacing w:line="240" w:lineRule="auto"/>
      </w:pPr>
      <w:r>
        <w:t>.</w:t>
      </w:r>
    </w:p>
    <w:p w14:paraId="5DC48A51" w14:textId="77777777" w:rsidR="00232D73" w:rsidRDefault="00232D73" w:rsidP="00227B78">
      <w:pPr>
        <w:spacing w:line="240" w:lineRule="auto"/>
      </w:pPr>
    </w:p>
    <w:p w14:paraId="57FB3930" w14:textId="77777777" w:rsidR="00232D73" w:rsidRDefault="00232D73" w:rsidP="00227B78">
      <w:pPr>
        <w:spacing w:line="240" w:lineRule="auto"/>
      </w:pPr>
    </w:p>
    <w:p w14:paraId="5BCDD8A0" w14:textId="77777777" w:rsidR="00227B78" w:rsidRDefault="00227B78" w:rsidP="00227B78">
      <w:pPr>
        <w:spacing w:line="240" w:lineRule="auto"/>
      </w:pPr>
      <w:r>
        <w:t>Met vriendelijke groet,</w:t>
      </w:r>
    </w:p>
    <w:p w14:paraId="02FC6B70" w14:textId="77777777" w:rsidR="002C6D03" w:rsidRDefault="00D0557D" w:rsidP="00227B78">
      <w:pPr>
        <w:spacing w:line="240" w:lineRule="auto"/>
      </w:pPr>
      <w:r>
        <w:rPr>
          <w:noProof/>
        </w:rPr>
        <w:drawing>
          <wp:inline distT="0" distB="0" distL="0" distR="0" wp14:anchorId="4EFE4A71" wp14:editId="0C7AB037">
            <wp:extent cx="2362200" cy="552450"/>
            <wp:effectExtent l="0" t="0" r="0" b="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ndtekening%20Gerbe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25E16" w14:textId="77777777" w:rsidR="00227B78" w:rsidRDefault="00227B78" w:rsidP="00227B78">
      <w:pPr>
        <w:spacing w:line="240" w:lineRule="auto"/>
      </w:pPr>
      <w:r>
        <w:t>Ing. G.H.J. (Gerben) Willighagen</w:t>
      </w:r>
    </w:p>
    <w:p w14:paraId="5DD046E3" w14:textId="77777777" w:rsidR="00227B78" w:rsidRDefault="00227B78" w:rsidP="00227B78">
      <w:pPr>
        <w:spacing w:line="240" w:lineRule="auto"/>
      </w:pPr>
      <w:r>
        <w:t>teamleider Risicobeheersing</w:t>
      </w:r>
    </w:p>
    <w:p w14:paraId="1A3C5B98" w14:textId="77777777" w:rsidR="00227B78" w:rsidRDefault="00227B78" w:rsidP="00227B78">
      <w:pPr>
        <w:spacing w:line="240" w:lineRule="auto"/>
      </w:pPr>
    </w:p>
    <w:p w14:paraId="189283A1" w14:textId="77777777" w:rsidR="000754B3" w:rsidRDefault="000754B3" w:rsidP="00227B78">
      <w:pPr>
        <w:spacing w:line="240" w:lineRule="auto"/>
      </w:pPr>
    </w:p>
    <w:p w14:paraId="47D06DD0" w14:textId="77777777" w:rsidR="00227B78" w:rsidRDefault="00227B78" w:rsidP="00227B78">
      <w:pPr>
        <w:spacing w:line="240" w:lineRule="auto"/>
      </w:pPr>
      <w:r>
        <w:t>Bijlage: uitleg conclusie</w:t>
      </w:r>
    </w:p>
    <w:p w14:paraId="2211927D" w14:textId="77777777" w:rsidR="00227B78" w:rsidRDefault="00227B78" w:rsidP="00227B78">
      <w:pPr>
        <w:spacing w:line="240" w:lineRule="auto"/>
      </w:pPr>
    </w:p>
    <w:p w14:paraId="172D9BA8" w14:textId="77777777" w:rsidR="00756775" w:rsidRDefault="00756775">
      <w:pPr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14:paraId="4BB93221" w14:textId="77777777" w:rsidR="00227B78" w:rsidRDefault="00227B78" w:rsidP="00227B78">
      <w:pPr>
        <w:spacing w:line="240" w:lineRule="auto"/>
        <w:rPr>
          <w:b/>
          <w:bCs/>
        </w:rPr>
      </w:pPr>
      <w:r w:rsidRPr="00227B78">
        <w:rPr>
          <w:b/>
          <w:bCs/>
        </w:rPr>
        <w:lastRenderedPageBreak/>
        <w:t>Bijlage</w:t>
      </w:r>
    </w:p>
    <w:p w14:paraId="1AC4FB60" w14:textId="77777777" w:rsidR="00227B78" w:rsidRPr="00227B78" w:rsidRDefault="00227B78" w:rsidP="00227B78">
      <w:pPr>
        <w:spacing w:line="240" w:lineRule="auto"/>
        <w:rPr>
          <w:b/>
          <w:bCs/>
        </w:rPr>
      </w:pPr>
    </w:p>
    <w:p w14:paraId="11EC4E1F" w14:textId="77777777" w:rsidR="004347B8" w:rsidRPr="004347B8" w:rsidRDefault="004347B8" w:rsidP="004347B8">
      <w:pPr>
        <w:spacing w:line="240" w:lineRule="auto"/>
        <w:rPr>
          <w:b/>
          <w:bCs/>
        </w:rPr>
      </w:pPr>
      <w:r w:rsidRPr="004347B8">
        <w:rPr>
          <w:b/>
          <w:bCs/>
        </w:rPr>
        <w:t>Projectomschrijving</w:t>
      </w:r>
    </w:p>
    <w:p w14:paraId="2EF259FD" w14:textId="77777777" w:rsidR="001D0312" w:rsidRPr="004347B8" w:rsidRDefault="001D0312" w:rsidP="001D0312">
      <w:pPr>
        <w:spacing w:line="240" w:lineRule="auto"/>
      </w:pPr>
      <w:r>
        <w:t>Het adviseren op een nieuw te bouwen woonzorgcomplex</w:t>
      </w:r>
    </w:p>
    <w:p w14:paraId="3DDED7BF" w14:textId="77777777" w:rsidR="004347B8" w:rsidRDefault="004347B8" w:rsidP="000754B3">
      <w:pPr>
        <w:spacing w:line="240" w:lineRule="auto"/>
        <w:rPr>
          <w:b/>
          <w:bCs/>
        </w:rPr>
      </w:pPr>
    </w:p>
    <w:p w14:paraId="422CFB79" w14:textId="77777777" w:rsidR="00227B78" w:rsidRPr="00227B78" w:rsidRDefault="00227B78" w:rsidP="00227B78">
      <w:pPr>
        <w:spacing w:line="240" w:lineRule="auto"/>
        <w:rPr>
          <w:b/>
          <w:bCs/>
        </w:rPr>
      </w:pPr>
      <w:r w:rsidRPr="00227B78">
        <w:rPr>
          <w:b/>
          <w:bCs/>
        </w:rPr>
        <w:t>Geraadpleegde (IJVI) documenten</w:t>
      </w:r>
    </w:p>
    <w:p w14:paraId="52B81C42" w14:textId="77777777" w:rsidR="00227B78" w:rsidRDefault="00182691" w:rsidP="00227B78">
      <w:pPr>
        <w:spacing w:line="240" w:lineRule="auto"/>
      </w:pPr>
      <w:r>
        <w:t xml:space="preserve">Bij deze </w:t>
      </w:r>
      <w:r w:rsidR="00227B78">
        <w:t>beoordeling hebben wij gebruik gemaakt van de volgende (IJVI) documenten:</w:t>
      </w:r>
    </w:p>
    <w:p w14:paraId="7C20FEDE" w14:textId="77777777" w:rsidR="00227B78" w:rsidRDefault="00227B78" w:rsidP="00227B78">
      <w:pPr>
        <w:spacing w:line="240" w:lineRule="auto"/>
      </w:pPr>
    </w:p>
    <w:p w14:paraId="18DE8443" w14:textId="77777777" w:rsidR="00227B78" w:rsidRPr="00227B78" w:rsidRDefault="00227B78" w:rsidP="00227B78">
      <w:pPr>
        <w:spacing w:line="240" w:lineRule="auto"/>
        <w:rPr>
          <w:rFonts w:ascii="Calibri" w:eastAsia="Times New Roman" w:hAnsi="Calibri" w:cs="Times New Roman"/>
          <w:szCs w:val="22"/>
        </w:rPr>
      </w:pPr>
    </w:p>
    <w:tbl>
      <w:tblPr>
        <w:tblStyle w:val="Tabelraster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4310"/>
        <w:gridCol w:w="2020"/>
      </w:tblGrid>
      <w:tr w:rsidR="00227B78" w:rsidRPr="00227B78" w14:paraId="2F00706E" w14:textId="77777777" w:rsidTr="00FD73AB">
        <w:trPr>
          <w:jc w:val="center"/>
        </w:trPr>
        <w:tc>
          <w:tcPr>
            <w:tcW w:w="2547" w:type="dxa"/>
            <w:shd w:val="clear" w:color="auto" w:fill="DDD9C3"/>
          </w:tcPr>
          <w:p w14:paraId="2B84AA53" w14:textId="77777777" w:rsidR="00227B78" w:rsidRPr="00227B78" w:rsidRDefault="00227B78" w:rsidP="00227B78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 w:rsidRPr="00227B78">
              <w:rPr>
                <w:rFonts w:cs="Arial"/>
                <w:snapToGrid w:val="0"/>
                <w:szCs w:val="22"/>
              </w:rPr>
              <w:t>(IJVI)</w:t>
            </w:r>
          </w:p>
          <w:p w14:paraId="1B86FD88" w14:textId="77777777" w:rsidR="00227B78" w:rsidRPr="00227B78" w:rsidRDefault="00227B78" w:rsidP="00227B78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 w:rsidRPr="00227B78">
              <w:rPr>
                <w:rFonts w:cs="Arial"/>
                <w:snapToGrid w:val="0"/>
                <w:szCs w:val="22"/>
              </w:rPr>
              <w:t>Documentnummer</w:t>
            </w:r>
          </w:p>
        </w:tc>
        <w:tc>
          <w:tcPr>
            <w:tcW w:w="4310" w:type="dxa"/>
            <w:shd w:val="clear" w:color="auto" w:fill="DDD9C3"/>
          </w:tcPr>
          <w:p w14:paraId="24B919E8" w14:textId="77777777" w:rsidR="00227B78" w:rsidRPr="00227B78" w:rsidRDefault="00227B78" w:rsidP="00227B78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 w:rsidRPr="00227B78">
              <w:rPr>
                <w:rFonts w:cs="Arial"/>
                <w:snapToGrid w:val="0"/>
                <w:szCs w:val="22"/>
              </w:rPr>
              <w:t>Omschrijving</w:t>
            </w:r>
          </w:p>
        </w:tc>
        <w:tc>
          <w:tcPr>
            <w:tcW w:w="2020" w:type="dxa"/>
            <w:shd w:val="clear" w:color="auto" w:fill="DDD9C3"/>
          </w:tcPr>
          <w:p w14:paraId="6C23A867" w14:textId="77777777" w:rsidR="00227B78" w:rsidRPr="00227B78" w:rsidRDefault="00227B78" w:rsidP="00227B78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 w:rsidRPr="00227B78">
              <w:rPr>
                <w:rFonts w:cs="Arial"/>
                <w:snapToGrid w:val="0"/>
                <w:szCs w:val="22"/>
              </w:rPr>
              <w:t>Datum</w:t>
            </w:r>
          </w:p>
        </w:tc>
      </w:tr>
      <w:tr w:rsidR="001D0312" w:rsidRPr="00227B78" w14:paraId="62327D49" w14:textId="77777777" w:rsidTr="00FD73AB">
        <w:trPr>
          <w:jc w:val="center"/>
        </w:trPr>
        <w:tc>
          <w:tcPr>
            <w:tcW w:w="2547" w:type="dxa"/>
          </w:tcPr>
          <w:p w14:paraId="3EE5ECED" w14:textId="45783982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8294911</w:t>
            </w:r>
          </w:p>
        </w:tc>
        <w:tc>
          <w:tcPr>
            <w:tcW w:w="4310" w:type="dxa"/>
          </w:tcPr>
          <w:p w14:paraId="15BF0615" w14:textId="30431B86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 w:rsidRPr="00D50B25">
              <w:rPr>
                <w:rFonts w:cs="Arial"/>
                <w:snapToGrid w:val="0"/>
                <w:szCs w:val="22"/>
                <w:lang w:val="nl-NL"/>
              </w:rPr>
              <w:t>Archiveringsoverzicht met alle bestanden behorend bij deze aanvraag</w:t>
            </w:r>
          </w:p>
        </w:tc>
        <w:tc>
          <w:tcPr>
            <w:tcW w:w="2020" w:type="dxa"/>
          </w:tcPr>
          <w:p w14:paraId="5C592021" w14:textId="1983C1B8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03-01-2024</w:t>
            </w:r>
          </w:p>
        </w:tc>
      </w:tr>
      <w:tr w:rsidR="001D0312" w:rsidRPr="00227B78" w14:paraId="61C4A7C0" w14:textId="77777777" w:rsidTr="00FD73AB">
        <w:trPr>
          <w:jc w:val="center"/>
        </w:trPr>
        <w:tc>
          <w:tcPr>
            <w:tcW w:w="2547" w:type="dxa"/>
          </w:tcPr>
          <w:p w14:paraId="45FD378E" w14:textId="77777777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</w:p>
        </w:tc>
        <w:tc>
          <w:tcPr>
            <w:tcW w:w="4310" w:type="dxa"/>
          </w:tcPr>
          <w:p w14:paraId="1E491ADB" w14:textId="6EAB61BE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 xml:space="preserve">Aanvullende documenten </w:t>
            </w:r>
          </w:p>
        </w:tc>
        <w:tc>
          <w:tcPr>
            <w:tcW w:w="2020" w:type="dxa"/>
          </w:tcPr>
          <w:p w14:paraId="7597F5FB" w14:textId="3FD1B52D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26-02-2024</w:t>
            </w:r>
          </w:p>
        </w:tc>
      </w:tr>
      <w:tr w:rsidR="001D0312" w:rsidRPr="00227B78" w14:paraId="0FFC9BA6" w14:textId="77777777" w:rsidTr="00FD73AB">
        <w:trPr>
          <w:jc w:val="center"/>
        </w:trPr>
        <w:tc>
          <w:tcPr>
            <w:tcW w:w="2547" w:type="dxa"/>
          </w:tcPr>
          <w:p w14:paraId="50645D78" w14:textId="77777777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</w:p>
        </w:tc>
        <w:tc>
          <w:tcPr>
            <w:tcW w:w="4310" w:type="dxa"/>
          </w:tcPr>
          <w:p w14:paraId="3562B3F0" w14:textId="6B2062A0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Aanvullende documenten</w:t>
            </w:r>
          </w:p>
        </w:tc>
        <w:tc>
          <w:tcPr>
            <w:tcW w:w="2020" w:type="dxa"/>
          </w:tcPr>
          <w:p w14:paraId="269DD4E2" w14:textId="547487D0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25-04-2024</w:t>
            </w:r>
          </w:p>
        </w:tc>
      </w:tr>
      <w:tr w:rsidR="001D0312" w:rsidRPr="00227B78" w14:paraId="680C7623" w14:textId="77777777" w:rsidTr="00FD73AB">
        <w:trPr>
          <w:jc w:val="center"/>
        </w:trPr>
        <w:tc>
          <w:tcPr>
            <w:tcW w:w="2547" w:type="dxa"/>
          </w:tcPr>
          <w:p w14:paraId="3CC2B4A7" w14:textId="77777777" w:rsidR="001D0312" w:rsidRPr="001F5ACF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</w:p>
        </w:tc>
        <w:tc>
          <w:tcPr>
            <w:tcW w:w="4310" w:type="dxa"/>
          </w:tcPr>
          <w:p w14:paraId="14995166" w14:textId="18B0E2B6" w:rsidR="001D0312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Mail DGMR</w:t>
            </w:r>
          </w:p>
        </w:tc>
        <w:tc>
          <w:tcPr>
            <w:tcW w:w="2020" w:type="dxa"/>
          </w:tcPr>
          <w:p w14:paraId="58D46AA7" w14:textId="481F54DC" w:rsidR="004E2120" w:rsidRDefault="001D0312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03-05-2024</w:t>
            </w:r>
          </w:p>
        </w:tc>
      </w:tr>
      <w:tr w:rsidR="004E2120" w:rsidRPr="00227B78" w14:paraId="64FC347F" w14:textId="77777777" w:rsidTr="00FD73AB">
        <w:trPr>
          <w:jc w:val="center"/>
        </w:trPr>
        <w:tc>
          <w:tcPr>
            <w:tcW w:w="2547" w:type="dxa"/>
          </w:tcPr>
          <w:p w14:paraId="6CE34CCB" w14:textId="77777777" w:rsidR="004E2120" w:rsidRPr="001F5ACF" w:rsidRDefault="004E2120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</w:p>
        </w:tc>
        <w:tc>
          <w:tcPr>
            <w:tcW w:w="4310" w:type="dxa"/>
          </w:tcPr>
          <w:p w14:paraId="6705F836" w14:textId="00BBFB05" w:rsidR="004E2120" w:rsidRDefault="004E2120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Aanvullende documenten</w:t>
            </w:r>
          </w:p>
        </w:tc>
        <w:tc>
          <w:tcPr>
            <w:tcW w:w="2020" w:type="dxa"/>
          </w:tcPr>
          <w:p w14:paraId="6B10222E" w14:textId="69E0F749" w:rsidR="004E2120" w:rsidRDefault="004E2120" w:rsidP="001D0312">
            <w:pPr>
              <w:spacing w:line="240" w:lineRule="auto"/>
              <w:rPr>
                <w:rFonts w:cs="Arial"/>
                <w:snapToGrid w:val="0"/>
                <w:szCs w:val="22"/>
              </w:rPr>
            </w:pPr>
            <w:r>
              <w:rPr>
                <w:rFonts w:cs="Arial"/>
                <w:snapToGrid w:val="0"/>
                <w:szCs w:val="22"/>
              </w:rPr>
              <w:t>28-05-2024</w:t>
            </w:r>
          </w:p>
        </w:tc>
      </w:tr>
    </w:tbl>
    <w:p w14:paraId="68EBF5F6" w14:textId="77777777" w:rsidR="00227B78" w:rsidRPr="00227B78" w:rsidRDefault="00227B78" w:rsidP="00227B78">
      <w:pPr>
        <w:spacing w:line="240" w:lineRule="auto"/>
        <w:rPr>
          <w:rFonts w:ascii="Calibri" w:eastAsia="Times New Roman" w:hAnsi="Calibri" w:cs="Times New Roman"/>
          <w:szCs w:val="22"/>
        </w:rPr>
      </w:pPr>
    </w:p>
    <w:p w14:paraId="3F47C339" w14:textId="77777777" w:rsidR="00227B78" w:rsidRPr="00910A07" w:rsidRDefault="00227B78" w:rsidP="00227B78">
      <w:pPr>
        <w:spacing w:line="240" w:lineRule="auto"/>
      </w:pPr>
    </w:p>
    <w:sectPr w:rsidR="00227B78" w:rsidRPr="00910A07" w:rsidSect="003E5D42">
      <w:headerReference w:type="default" r:id="rId9"/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CDBC2" w14:textId="77777777" w:rsidR="00910A07" w:rsidRDefault="00910A07" w:rsidP="003E5D42">
      <w:r>
        <w:separator/>
      </w:r>
    </w:p>
  </w:endnote>
  <w:endnote w:type="continuationSeparator" w:id="0">
    <w:p w14:paraId="2CA3F821" w14:textId="77777777" w:rsidR="00910A07" w:rsidRDefault="00910A07" w:rsidP="003E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Bliss 2 Regular">
    <w:altName w:val="Arial Narrow"/>
    <w:panose1 w:val="00000000000000000000"/>
    <w:charset w:val="00"/>
    <w:family w:val="moder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02871" w14:textId="77777777" w:rsidR="00910A07" w:rsidRDefault="00910A07" w:rsidP="003E5D42">
      <w:r>
        <w:separator/>
      </w:r>
    </w:p>
  </w:footnote>
  <w:footnote w:type="continuationSeparator" w:id="0">
    <w:p w14:paraId="021583A7" w14:textId="77777777" w:rsidR="00910A07" w:rsidRDefault="00910A07" w:rsidP="003E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77120" w14:textId="77777777" w:rsidR="003E5D42" w:rsidRDefault="003E5D4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2215DDA1" wp14:editId="3BE434DE">
          <wp:simplePos x="0" y="0"/>
          <wp:positionH relativeFrom="column">
            <wp:posOffset>-899160</wp:posOffset>
          </wp:positionH>
          <wp:positionV relativeFrom="paragraph">
            <wp:posOffset>-449580</wp:posOffset>
          </wp:positionV>
          <wp:extent cx="7559825" cy="10685400"/>
          <wp:effectExtent l="0" t="0" r="3175" b="1905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1_Veiligheidsregio_Briefpapier_Vervol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25" cy="1068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77730" w14:textId="77777777" w:rsidR="003E5D42" w:rsidRDefault="006A414E" w:rsidP="003E5D42">
    <w:pPr>
      <w:pStyle w:val="Koptekst"/>
      <w:spacing w:after="1080"/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3CCCF826" wp14:editId="1E5898EE">
          <wp:simplePos x="0" y="0"/>
          <wp:positionH relativeFrom="column">
            <wp:posOffset>-927735</wp:posOffset>
          </wp:positionH>
          <wp:positionV relativeFrom="paragraph">
            <wp:posOffset>-476885</wp:posOffset>
          </wp:positionV>
          <wp:extent cx="7581832" cy="10716260"/>
          <wp:effectExtent l="0" t="0" r="63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832" cy="1071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5F3"/>
    <w:multiLevelType w:val="hybridMultilevel"/>
    <w:tmpl w:val="EDDEE0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34148"/>
    <w:multiLevelType w:val="hybridMultilevel"/>
    <w:tmpl w:val="3230D6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64927"/>
    <w:multiLevelType w:val="hybridMultilevel"/>
    <w:tmpl w:val="706EB7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6304A"/>
    <w:multiLevelType w:val="hybridMultilevel"/>
    <w:tmpl w:val="FFDE74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A4C5C"/>
    <w:multiLevelType w:val="hybridMultilevel"/>
    <w:tmpl w:val="A59A97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45143"/>
    <w:multiLevelType w:val="hybridMultilevel"/>
    <w:tmpl w:val="AEFEEE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139BF"/>
    <w:multiLevelType w:val="hybridMultilevel"/>
    <w:tmpl w:val="0C489D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018"/>
    <w:multiLevelType w:val="hybridMultilevel"/>
    <w:tmpl w:val="C2E8B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9288A"/>
    <w:multiLevelType w:val="hybridMultilevel"/>
    <w:tmpl w:val="873EC0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57278"/>
    <w:multiLevelType w:val="hybridMultilevel"/>
    <w:tmpl w:val="F4B8DA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E32BC"/>
    <w:multiLevelType w:val="hybridMultilevel"/>
    <w:tmpl w:val="825474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912244">
    <w:abstractNumId w:val="4"/>
  </w:num>
  <w:num w:numId="2" w16cid:durableId="535118118">
    <w:abstractNumId w:val="8"/>
  </w:num>
  <w:num w:numId="3" w16cid:durableId="1248460939">
    <w:abstractNumId w:val="0"/>
  </w:num>
  <w:num w:numId="4" w16cid:durableId="1502814958">
    <w:abstractNumId w:val="7"/>
  </w:num>
  <w:num w:numId="5" w16cid:durableId="131095689">
    <w:abstractNumId w:val="9"/>
  </w:num>
  <w:num w:numId="6" w16cid:durableId="215313771">
    <w:abstractNumId w:val="6"/>
  </w:num>
  <w:num w:numId="7" w16cid:durableId="1717655366">
    <w:abstractNumId w:val="2"/>
  </w:num>
  <w:num w:numId="8" w16cid:durableId="792016121">
    <w:abstractNumId w:val="3"/>
  </w:num>
  <w:num w:numId="9" w16cid:durableId="2087872872">
    <w:abstractNumId w:val="1"/>
  </w:num>
  <w:num w:numId="10" w16cid:durableId="959065649">
    <w:abstractNumId w:val="5"/>
  </w:num>
  <w:num w:numId="11" w16cid:durableId="16196060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07"/>
    <w:rsid w:val="000734EC"/>
    <w:rsid w:val="000754B3"/>
    <w:rsid w:val="00117940"/>
    <w:rsid w:val="00182691"/>
    <w:rsid w:val="00191DEE"/>
    <w:rsid w:val="001C179A"/>
    <w:rsid w:val="001D0312"/>
    <w:rsid w:val="001F5ACF"/>
    <w:rsid w:val="00227B78"/>
    <w:rsid w:val="00232D73"/>
    <w:rsid w:val="002B4FFE"/>
    <w:rsid w:val="002C6D03"/>
    <w:rsid w:val="003E5D42"/>
    <w:rsid w:val="004347B8"/>
    <w:rsid w:val="004E2120"/>
    <w:rsid w:val="0054437D"/>
    <w:rsid w:val="006A414E"/>
    <w:rsid w:val="006F05EC"/>
    <w:rsid w:val="00756775"/>
    <w:rsid w:val="008157D6"/>
    <w:rsid w:val="00910A07"/>
    <w:rsid w:val="00A252B2"/>
    <w:rsid w:val="00AD6FAA"/>
    <w:rsid w:val="00B31433"/>
    <w:rsid w:val="00B67F7E"/>
    <w:rsid w:val="00BD4595"/>
    <w:rsid w:val="00BE7C13"/>
    <w:rsid w:val="00C4467A"/>
    <w:rsid w:val="00CA3D19"/>
    <w:rsid w:val="00CF2D67"/>
    <w:rsid w:val="00D0557D"/>
    <w:rsid w:val="00D72E27"/>
    <w:rsid w:val="00D86003"/>
    <w:rsid w:val="00E7541B"/>
    <w:rsid w:val="00FB4ECE"/>
    <w:rsid w:val="00FD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373ECF1"/>
  <w15:docId w15:val="{828CECA3-4CAA-42B7-A9AF-DC16E85D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7C13"/>
    <w:pPr>
      <w:spacing w:line="276" w:lineRule="auto"/>
    </w:pPr>
    <w:rPr>
      <w:rFonts w:ascii="Arial" w:hAnsi="Arial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6F05EC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F05EC"/>
    <w:pPr>
      <w:keepNext/>
      <w:keepLines/>
      <w:spacing w:before="40"/>
      <w:outlineLvl w:val="1"/>
    </w:pPr>
    <w:rPr>
      <w:rFonts w:eastAsiaTheme="majorEastAsia" w:cstheme="majorBidi"/>
      <w:b/>
      <w:color w:val="E30613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E5D4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E5D42"/>
  </w:style>
  <w:style w:type="paragraph" w:styleId="Voettekst">
    <w:name w:val="footer"/>
    <w:basedOn w:val="Standaard"/>
    <w:link w:val="VoettekstChar"/>
    <w:uiPriority w:val="99"/>
    <w:unhideWhenUsed/>
    <w:rsid w:val="003E5D4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E5D42"/>
  </w:style>
  <w:style w:type="paragraph" w:customStyle="1" w:styleId="Basisalinea">
    <w:name w:val="[Basisalinea]"/>
    <w:basedOn w:val="Standaard"/>
    <w:uiPriority w:val="99"/>
    <w:rsid w:val="003E5D4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styleId="Geenafstand">
    <w:name w:val="No Spacing"/>
    <w:uiPriority w:val="1"/>
    <w:qFormat/>
    <w:rsid w:val="00BE7C13"/>
    <w:pPr>
      <w:spacing w:line="276" w:lineRule="auto"/>
    </w:pPr>
    <w:rPr>
      <w:rFonts w:ascii="Arial" w:hAnsi="Arial"/>
      <w:sz w:val="22"/>
    </w:rPr>
  </w:style>
  <w:style w:type="character" w:customStyle="1" w:styleId="Kop1Char">
    <w:name w:val="Kop 1 Char"/>
    <w:basedOn w:val="Standaardalinea-lettertype"/>
    <w:link w:val="Kop1"/>
    <w:uiPriority w:val="9"/>
    <w:rsid w:val="006F05EC"/>
    <w:rPr>
      <w:rFonts w:ascii="Arial" w:eastAsiaTheme="majorEastAsia" w:hAnsi="Arial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F05EC"/>
    <w:rPr>
      <w:rFonts w:ascii="Arial" w:eastAsiaTheme="majorEastAsia" w:hAnsi="Arial" w:cstheme="majorBidi"/>
      <w:b/>
      <w:color w:val="E30613"/>
      <w:sz w:val="22"/>
      <w:szCs w:val="26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6F05E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F05EC"/>
    <w:rPr>
      <w:rFonts w:ascii="Arial" w:hAnsi="Arial"/>
      <w:i/>
      <w:iCs/>
      <w:color w:val="4472C4" w:themeColor="accent1"/>
      <w:sz w:val="22"/>
    </w:rPr>
  </w:style>
  <w:style w:type="paragraph" w:styleId="Lijstalinea">
    <w:name w:val="List Paragraph"/>
    <w:basedOn w:val="Standaard"/>
    <w:uiPriority w:val="34"/>
    <w:rsid w:val="00227B78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rsid w:val="00227B78"/>
    <w:rPr>
      <w:rFonts w:ascii="Bliss 2 Regular" w:eastAsia="Times New Roman" w:hAnsi="Bliss 2 Regular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raster">
    <w:name w:val="Table Grid"/>
    <w:basedOn w:val="Standaardtabel"/>
    <w:uiPriority w:val="39"/>
    <w:rsid w:val="00227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jablonen\2.%20Brieven\Brandweer_Briefpapier.do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A1BE-B712-45E0-B7A2-4D0058FA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Brandweer_Briefpapier</Template>
  <TotalTime>4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van Nieuwenhuijsen</dc:creator>
  <cp:lastModifiedBy>Natasja Kommer-Kuiper</cp:lastModifiedBy>
  <cp:revision>3</cp:revision>
  <cp:lastPrinted>2021-04-13T18:03:00Z</cp:lastPrinted>
  <dcterms:created xsi:type="dcterms:W3CDTF">2024-06-04T15:22:00Z</dcterms:created>
  <dcterms:modified xsi:type="dcterms:W3CDTF">2024-06-04T15:22:00Z</dcterms:modified>
</cp:coreProperties>
</file>